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8B6C4" w14:textId="77777777" w:rsidR="00861B47" w:rsidRPr="007E7521" w:rsidRDefault="00861B47" w:rsidP="00861B47">
      <w:pPr>
        <w:rPr>
          <w:rFonts w:ascii="Arial" w:eastAsia="Arial" w:hAnsi="Arial" w:cs="Arial"/>
          <w:lang w:val="de-DE"/>
        </w:rPr>
      </w:pPr>
      <w:r w:rsidRPr="007E7521">
        <w:rPr>
          <w:rFonts w:ascii="Arial" w:eastAsia="Arial" w:hAnsi="Arial" w:cs="Arial"/>
          <w:noProof/>
          <w:lang w:val="de-DE"/>
        </w:rPr>
        <w:drawing>
          <wp:inline distT="0" distB="0" distL="0" distR="0" wp14:anchorId="2B283088" wp14:editId="3FDA9524">
            <wp:extent cx="175260" cy="175260"/>
            <wp:effectExtent l="0" t="0" r="2540" b="2540"/>
            <wp:docPr id="23" name="image6.png">
              <a:hlinkClick xmlns:a="http://schemas.openxmlformats.org/drawingml/2006/main" r:id="rId10"/>
            </wp:docPr>
            <wp:cNvGraphicFramePr/>
            <a:graphic xmlns:a="http://schemas.openxmlformats.org/drawingml/2006/main">
              <a:graphicData uri="http://schemas.openxmlformats.org/drawingml/2006/picture">
                <pic:pic xmlns:pic="http://schemas.openxmlformats.org/drawingml/2006/picture">
                  <pic:nvPicPr>
                    <pic:cNvPr id="23" name="image6.png">
                      <a:hlinkClick r:id="rId10"/>
                    </pic:cNvPr>
                    <pic:cNvPicPr preferRelativeResize="0"/>
                  </pic:nvPicPr>
                  <pic:blipFill>
                    <a:blip r:embed="rId11"/>
                    <a:srcRect/>
                    <a:stretch>
                      <a:fillRect/>
                    </a:stretch>
                  </pic:blipFill>
                  <pic:spPr>
                    <a:xfrm>
                      <a:off x="0" y="0"/>
                      <a:ext cx="175260" cy="175260"/>
                    </a:xfrm>
                    <a:prstGeom prst="rect">
                      <a:avLst/>
                    </a:prstGeom>
                    <a:ln/>
                  </pic:spPr>
                </pic:pic>
              </a:graphicData>
            </a:graphic>
          </wp:inline>
        </w:drawing>
      </w:r>
      <w:r w:rsidRPr="007E7521">
        <w:rPr>
          <w:rFonts w:ascii="Arial" w:eastAsia="Arial" w:hAnsi="Arial" w:cs="Arial"/>
          <w:color w:val="000000"/>
          <w:sz w:val="27"/>
          <w:szCs w:val="27"/>
          <w:lang w:val="de-DE"/>
        </w:rPr>
        <w:t xml:space="preserve">   </w:t>
      </w:r>
      <w:r w:rsidRPr="007E7521">
        <w:rPr>
          <w:rFonts w:ascii="Arial" w:eastAsia="Arial" w:hAnsi="Arial" w:cs="Arial"/>
          <w:noProof/>
          <w:lang w:val="de-DE"/>
        </w:rPr>
        <w:drawing>
          <wp:inline distT="0" distB="0" distL="0" distR="0" wp14:anchorId="3F9867B6" wp14:editId="54CF7E98">
            <wp:extent cx="175260" cy="175260"/>
            <wp:effectExtent l="0" t="0" r="2540" b="2540"/>
            <wp:docPr id="24" name="image4.png">
              <a:hlinkClick xmlns:a="http://schemas.openxmlformats.org/drawingml/2006/main" r:id="rId12"/>
            </wp:docPr>
            <wp:cNvGraphicFramePr/>
            <a:graphic xmlns:a="http://schemas.openxmlformats.org/drawingml/2006/main">
              <a:graphicData uri="http://schemas.openxmlformats.org/drawingml/2006/picture">
                <pic:pic xmlns:pic="http://schemas.openxmlformats.org/drawingml/2006/picture">
                  <pic:nvPicPr>
                    <pic:cNvPr id="24" name="image4.png">
                      <a:hlinkClick r:id="rId12"/>
                    </pic:cNvPr>
                    <pic:cNvPicPr preferRelativeResize="0"/>
                  </pic:nvPicPr>
                  <pic:blipFill>
                    <a:blip r:embed="rId13"/>
                    <a:srcRect/>
                    <a:stretch>
                      <a:fillRect/>
                    </a:stretch>
                  </pic:blipFill>
                  <pic:spPr>
                    <a:xfrm>
                      <a:off x="0" y="0"/>
                      <a:ext cx="175260" cy="175260"/>
                    </a:xfrm>
                    <a:prstGeom prst="rect">
                      <a:avLst/>
                    </a:prstGeom>
                    <a:ln/>
                  </pic:spPr>
                </pic:pic>
              </a:graphicData>
            </a:graphic>
          </wp:inline>
        </w:drawing>
      </w:r>
      <w:r w:rsidRPr="007E7521">
        <w:rPr>
          <w:rFonts w:ascii="Arial" w:eastAsia="Arial" w:hAnsi="Arial" w:cs="Arial"/>
          <w:color w:val="000000"/>
          <w:sz w:val="27"/>
          <w:szCs w:val="27"/>
          <w:lang w:val="de-DE"/>
        </w:rPr>
        <w:t xml:space="preserve">   </w:t>
      </w:r>
      <w:r w:rsidRPr="007E7521">
        <w:rPr>
          <w:rFonts w:ascii="Arial" w:eastAsia="Arial" w:hAnsi="Arial" w:cs="Arial"/>
          <w:noProof/>
          <w:lang w:val="de-DE"/>
        </w:rPr>
        <w:drawing>
          <wp:inline distT="0" distB="0" distL="0" distR="0" wp14:anchorId="37386004" wp14:editId="08C84848">
            <wp:extent cx="292100" cy="175260"/>
            <wp:effectExtent l="0" t="0" r="0" b="2540"/>
            <wp:docPr id="28" name="image1.png">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28" name="image1.png">
                      <a:hlinkClick r:id="rId14"/>
                    </pic:cNvPr>
                    <pic:cNvPicPr preferRelativeResize="0"/>
                  </pic:nvPicPr>
                  <pic:blipFill>
                    <a:blip r:embed="rId15"/>
                    <a:srcRect/>
                    <a:stretch>
                      <a:fillRect/>
                    </a:stretch>
                  </pic:blipFill>
                  <pic:spPr>
                    <a:xfrm>
                      <a:off x="0" y="0"/>
                      <a:ext cx="292100" cy="175260"/>
                    </a:xfrm>
                    <a:prstGeom prst="rect">
                      <a:avLst/>
                    </a:prstGeom>
                    <a:ln/>
                  </pic:spPr>
                </pic:pic>
              </a:graphicData>
            </a:graphic>
          </wp:inline>
        </w:drawing>
      </w:r>
      <w:r w:rsidRPr="007E7521">
        <w:rPr>
          <w:rFonts w:ascii="Arial" w:eastAsia="Arial" w:hAnsi="Arial" w:cs="Arial"/>
          <w:color w:val="000000"/>
          <w:sz w:val="27"/>
          <w:szCs w:val="27"/>
          <w:lang w:val="de-DE"/>
        </w:rPr>
        <w:t xml:space="preserve">   </w:t>
      </w:r>
      <w:r w:rsidRPr="007E7521">
        <w:rPr>
          <w:rFonts w:ascii="Arial" w:eastAsia="Arial" w:hAnsi="Arial" w:cs="Arial"/>
          <w:noProof/>
          <w:lang w:val="de-DE"/>
        </w:rPr>
        <w:drawing>
          <wp:inline distT="0" distB="0" distL="0" distR="0" wp14:anchorId="0689A8EF" wp14:editId="6A2283D5">
            <wp:extent cx="175260" cy="175260"/>
            <wp:effectExtent l="0" t="0" r="2540" b="2540"/>
            <wp:docPr id="30" name="image3.pn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30" name="image3.png">
                      <a:hlinkClick r:id="rId16"/>
                    </pic:cNvPr>
                    <pic:cNvPicPr preferRelativeResize="0"/>
                  </pic:nvPicPr>
                  <pic:blipFill>
                    <a:blip r:embed="rId17"/>
                    <a:srcRect/>
                    <a:stretch>
                      <a:fillRect/>
                    </a:stretch>
                  </pic:blipFill>
                  <pic:spPr>
                    <a:xfrm>
                      <a:off x="0" y="0"/>
                      <a:ext cx="175260" cy="175260"/>
                    </a:xfrm>
                    <a:prstGeom prst="rect">
                      <a:avLst/>
                    </a:prstGeom>
                    <a:ln/>
                  </pic:spPr>
                </pic:pic>
              </a:graphicData>
            </a:graphic>
          </wp:inline>
        </w:drawing>
      </w:r>
      <w:r w:rsidRPr="007E7521">
        <w:rPr>
          <w:rFonts w:ascii="Arial" w:eastAsia="Arial" w:hAnsi="Arial" w:cs="Arial"/>
          <w:color w:val="000000"/>
          <w:sz w:val="27"/>
          <w:szCs w:val="27"/>
          <w:lang w:val="de-DE"/>
        </w:rPr>
        <w:t xml:space="preserve">   </w:t>
      </w:r>
      <w:r w:rsidRPr="007E7521">
        <w:rPr>
          <w:rFonts w:ascii="Arial" w:eastAsia="Arial" w:hAnsi="Arial" w:cs="Arial"/>
          <w:noProof/>
          <w:lang w:val="de-DE"/>
        </w:rPr>
        <w:drawing>
          <wp:inline distT="0" distB="0" distL="0" distR="0" wp14:anchorId="49286642" wp14:editId="2DE7D0B0">
            <wp:extent cx="197185" cy="176428"/>
            <wp:effectExtent l="0" t="0" r="0" b="1905"/>
            <wp:docPr id="1642432259" name="Grafik 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432259" name="Grafik 7">
                      <a:hlinkClick r:id="rId18"/>
                    </pic:cNvPr>
                    <pic:cNvPicPr/>
                  </pic:nvPicPr>
                  <pic:blipFill>
                    <a:blip r:embed="rId19">
                      <a:extLst>
                        <a:ext uri="{28A0092B-C50C-407E-A947-70E740481C1C}">
                          <a14:useLocalDpi xmlns:a14="http://schemas.microsoft.com/office/drawing/2010/main" val="0"/>
                        </a:ext>
                      </a:extLst>
                    </a:blip>
                    <a:stretch>
                      <a:fillRect/>
                    </a:stretch>
                  </pic:blipFill>
                  <pic:spPr>
                    <a:xfrm>
                      <a:off x="0" y="0"/>
                      <a:ext cx="220246" cy="197061"/>
                    </a:xfrm>
                    <a:prstGeom prst="rect">
                      <a:avLst/>
                    </a:prstGeom>
                  </pic:spPr>
                </pic:pic>
              </a:graphicData>
            </a:graphic>
          </wp:inline>
        </w:drawing>
      </w:r>
    </w:p>
    <w:p w14:paraId="4C13B5F7" w14:textId="77777777" w:rsidR="00A73D4C" w:rsidRPr="007E7521" w:rsidRDefault="00A73D4C" w:rsidP="00A73D4C">
      <w:pPr>
        <w:pStyle w:val="Fuzeile"/>
        <w:tabs>
          <w:tab w:val="left" w:pos="720"/>
        </w:tabs>
        <w:rPr>
          <w:rFonts w:ascii="Arial" w:hAnsi="Arial" w:cs="Arial"/>
          <w:b/>
          <w:sz w:val="20"/>
          <w:szCs w:val="20"/>
          <w:lang w:val="de-DE" w:eastAsia="en-US"/>
        </w:rPr>
      </w:pPr>
    </w:p>
    <w:p w14:paraId="2B389B46" w14:textId="77777777" w:rsidR="00A73D4C" w:rsidRPr="007E7521" w:rsidRDefault="00A73D4C" w:rsidP="00A73D4C">
      <w:pPr>
        <w:pStyle w:val="Fuzeile"/>
        <w:tabs>
          <w:tab w:val="left" w:pos="720"/>
        </w:tabs>
        <w:rPr>
          <w:rFonts w:ascii="Arial" w:hAnsi="Arial" w:cs="Arial"/>
          <w:b/>
          <w:sz w:val="20"/>
          <w:szCs w:val="20"/>
          <w:lang w:val="de-DE" w:eastAsia="en-US"/>
        </w:rPr>
      </w:pPr>
      <w:r w:rsidRPr="007E7521">
        <w:rPr>
          <w:rFonts w:ascii="Arial" w:hAnsi="Arial" w:cs="Arial"/>
          <w:b/>
          <w:sz w:val="20"/>
          <w:szCs w:val="20"/>
          <w:lang w:val="de-DE" w:eastAsia="en-US"/>
        </w:rPr>
        <w:t>Riedel Communications Kontakt:</w:t>
      </w:r>
    </w:p>
    <w:p w14:paraId="35A99E67" w14:textId="77777777" w:rsidR="00A73D4C" w:rsidRPr="007E7521" w:rsidRDefault="002A1CB2" w:rsidP="00A73D4C">
      <w:pPr>
        <w:rPr>
          <w:rFonts w:ascii="Arial" w:hAnsi="Arial" w:cs="Arial"/>
          <w:sz w:val="20"/>
          <w:szCs w:val="20"/>
          <w:lang w:val="de-DE"/>
        </w:rPr>
      </w:pPr>
      <w:r w:rsidRPr="007E7521">
        <w:rPr>
          <w:rFonts w:ascii="Arial" w:hAnsi="Arial"/>
          <w:sz w:val="20"/>
          <w:szCs w:val="20"/>
          <w:lang w:val="de-DE"/>
        </w:rPr>
        <w:t xml:space="preserve">Serkan Güner </w:t>
      </w:r>
    </w:p>
    <w:p w14:paraId="472EA451" w14:textId="14F7475B" w:rsidR="00A73D4C" w:rsidRPr="007E7521" w:rsidRDefault="00861B47" w:rsidP="00A73D4C">
      <w:pPr>
        <w:rPr>
          <w:rFonts w:ascii="Arial" w:hAnsi="Arial"/>
          <w:sz w:val="20"/>
          <w:szCs w:val="20"/>
          <w:lang w:val="de-DE"/>
        </w:rPr>
      </w:pPr>
      <w:r w:rsidRPr="007E7521">
        <w:rPr>
          <w:rFonts w:ascii="Arial" w:hAnsi="Arial"/>
          <w:sz w:val="20"/>
          <w:szCs w:val="20"/>
          <w:lang w:val="de-DE"/>
        </w:rPr>
        <w:t>Unternehmenssprecher</w:t>
      </w:r>
    </w:p>
    <w:p w14:paraId="63629B87" w14:textId="77777777" w:rsidR="00A73D4C" w:rsidRPr="007E7521" w:rsidRDefault="00A73D4C" w:rsidP="00A73D4C">
      <w:pPr>
        <w:rPr>
          <w:rFonts w:ascii="Arial" w:hAnsi="Arial"/>
          <w:sz w:val="20"/>
          <w:szCs w:val="20"/>
          <w:lang w:val="de-DE"/>
        </w:rPr>
      </w:pPr>
      <w:r w:rsidRPr="007E7521">
        <w:rPr>
          <w:rFonts w:ascii="Arial" w:hAnsi="Arial" w:cs="Arial"/>
          <w:sz w:val="20"/>
          <w:szCs w:val="20"/>
          <w:lang w:val="de-DE"/>
        </w:rPr>
        <w:t xml:space="preserve">Tel: </w:t>
      </w:r>
      <w:r w:rsidR="002A1CB2" w:rsidRPr="007E7521">
        <w:rPr>
          <w:rFonts w:ascii="Arial" w:hAnsi="Arial" w:cs="Arial"/>
          <w:sz w:val="20"/>
          <w:szCs w:val="20"/>
          <w:lang w:val="de-DE"/>
        </w:rPr>
        <w:t>+</w:t>
      </w:r>
      <w:r w:rsidR="002A1CB2" w:rsidRPr="007E7521">
        <w:rPr>
          <w:sz w:val="20"/>
          <w:szCs w:val="20"/>
          <w:lang w:val="de-DE"/>
        </w:rPr>
        <w:t xml:space="preserve"> </w:t>
      </w:r>
      <w:r w:rsidR="002A1CB2" w:rsidRPr="007E7521">
        <w:rPr>
          <w:rFonts w:ascii="Arial" w:hAnsi="Arial"/>
          <w:sz w:val="20"/>
          <w:szCs w:val="20"/>
          <w:lang w:val="de-DE"/>
        </w:rPr>
        <w:t>49 (0) 174 339 24 48</w:t>
      </w:r>
    </w:p>
    <w:p w14:paraId="58F57DA8" w14:textId="77777777" w:rsidR="00A73D4C" w:rsidRPr="007E7521" w:rsidRDefault="00A73D4C" w:rsidP="00AB0E3B">
      <w:pPr>
        <w:rPr>
          <w:rFonts w:ascii="Arial" w:hAnsi="Arial"/>
          <w:sz w:val="20"/>
          <w:szCs w:val="20"/>
          <w:lang w:val="de-DE"/>
        </w:rPr>
      </w:pPr>
      <w:r w:rsidRPr="007E7521">
        <w:rPr>
          <w:rFonts w:ascii="Arial" w:hAnsi="Arial" w:cs="Arial"/>
          <w:sz w:val="20"/>
          <w:szCs w:val="20"/>
          <w:lang w:val="de-DE"/>
        </w:rPr>
        <w:t>E</w:t>
      </w:r>
      <w:r w:rsidR="00284000" w:rsidRPr="007E7521">
        <w:rPr>
          <w:rFonts w:ascii="Arial" w:hAnsi="Arial" w:cs="Arial"/>
          <w:sz w:val="20"/>
          <w:szCs w:val="20"/>
          <w:lang w:val="de-DE"/>
        </w:rPr>
        <w:t>-Mail</w:t>
      </w:r>
      <w:r w:rsidRPr="007E7521">
        <w:rPr>
          <w:rFonts w:ascii="Arial" w:hAnsi="Arial" w:cs="Arial"/>
          <w:sz w:val="20"/>
          <w:szCs w:val="20"/>
          <w:lang w:val="de-DE"/>
        </w:rPr>
        <w:t xml:space="preserve">: </w:t>
      </w:r>
      <w:hyperlink r:id="rId20" w:history="1">
        <w:r w:rsidR="00C011BA" w:rsidRPr="007E7521">
          <w:rPr>
            <w:rStyle w:val="Hyperlink"/>
            <w:rFonts w:ascii="Arial" w:hAnsi="Arial"/>
            <w:sz w:val="20"/>
            <w:szCs w:val="20"/>
            <w:lang w:val="de-DE"/>
          </w:rPr>
          <w:t>press@riedel.net</w:t>
        </w:r>
      </w:hyperlink>
    </w:p>
    <w:p w14:paraId="5CE27A49" w14:textId="77777777" w:rsidR="00C011BA" w:rsidRPr="007E7521" w:rsidRDefault="00C011BA" w:rsidP="00AB0E3B">
      <w:pPr>
        <w:rPr>
          <w:rFonts w:ascii="Arial" w:hAnsi="Arial" w:cs="Arial"/>
          <w:sz w:val="20"/>
          <w:szCs w:val="20"/>
          <w:highlight w:val="yellow"/>
          <w:lang w:val="de-DE"/>
        </w:rPr>
      </w:pPr>
    </w:p>
    <w:p w14:paraId="204C9F32" w14:textId="020A1A28" w:rsidR="00861B47" w:rsidRDefault="0019596D" w:rsidP="00E96FB9">
      <w:pPr>
        <w:pStyle w:val="paragraph"/>
        <w:ind w:right="-90"/>
        <w:jc w:val="center"/>
        <w:textAlignment w:val="baseline"/>
        <w:rPr>
          <w:rFonts w:ascii="Arial" w:hAnsi="Arial" w:cs="Arial"/>
          <w:b/>
          <w:bCs/>
          <w:sz w:val="32"/>
          <w:szCs w:val="32"/>
        </w:rPr>
      </w:pPr>
      <w:r w:rsidRPr="007E7521">
        <w:rPr>
          <w:rFonts w:ascii="Arial" w:hAnsi="Arial" w:cs="Arial"/>
          <w:b/>
          <w:bCs/>
          <w:sz w:val="32"/>
          <w:szCs w:val="32"/>
        </w:rPr>
        <w:t>Riedel verbindet Live-Chirurgie und Fachpublikum beim medizinischen Kongress VISAR 2025</w:t>
      </w:r>
    </w:p>
    <w:p w14:paraId="29F03864" w14:textId="5160EB9E" w:rsidR="00F55B83" w:rsidRPr="00437C2D" w:rsidRDefault="008F782A" w:rsidP="5ACE4D49">
      <w:pPr>
        <w:pStyle w:val="paragraph"/>
        <w:ind w:right="-90"/>
        <w:jc w:val="center"/>
        <w:textAlignment w:val="baseline"/>
        <w:rPr>
          <w:rFonts w:ascii="Arial" w:hAnsi="Arial" w:cs="Arial"/>
          <w:i/>
          <w:iCs/>
        </w:rPr>
      </w:pPr>
      <w:r>
        <w:br/>
      </w:r>
      <w:r w:rsidRPr="5ACE4D49">
        <w:rPr>
          <w:rFonts w:ascii="Arial" w:hAnsi="Arial" w:cs="Arial"/>
          <w:i/>
          <w:iCs/>
        </w:rPr>
        <w:t>Schlüsselfertige</w:t>
      </w:r>
      <w:r w:rsidR="00437C2D" w:rsidRPr="5ACE4D49">
        <w:rPr>
          <w:rFonts w:ascii="Arial" w:hAnsi="Arial" w:cs="Arial"/>
          <w:i/>
          <w:iCs/>
        </w:rPr>
        <w:t xml:space="preserve"> </w:t>
      </w:r>
      <w:r w:rsidR="42B45995" w:rsidRPr="5ACE4D49">
        <w:rPr>
          <w:rFonts w:ascii="Arial" w:hAnsi="Arial" w:cs="Arial"/>
          <w:i/>
          <w:iCs/>
        </w:rPr>
        <w:t>Managed Technology-</w:t>
      </w:r>
      <w:r w:rsidR="00437C2D" w:rsidRPr="5ACE4D49">
        <w:rPr>
          <w:rFonts w:ascii="Arial" w:hAnsi="Arial" w:cs="Arial"/>
          <w:i/>
          <w:iCs/>
        </w:rPr>
        <w:t xml:space="preserve">Lösung mit </w:t>
      </w:r>
      <w:r w:rsidR="00F55B83" w:rsidRPr="5ACE4D49">
        <w:rPr>
          <w:rFonts w:ascii="Arial" w:hAnsi="Arial" w:cs="Arial"/>
          <w:i/>
          <w:iCs/>
        </w:rPr>
        <w:t xml:space="preserve">Riedel MediorNet, SimplyLive, Artist und Bolero </w:t>
      </w:r>
      <w:r>
        <w:br/>
      </w:r>
    </w:p>
    <w:p w14:paraId="587C8293" w14:textId="4E43A1B1" w:rsidR="00861B47" w:rsidRPr="007E7521" w:rsidRDefault="7B70FE70" w:rsidP="00861B47">
      <w:pPr>
        <w:spacing w:line="360" w:lineRule="auto"/>
        <w:rPr>
          <w:rFonts w:ascii="Arial" w:hAnsi="Arial" w:cs="Arial"/>
          <w:sz w:val="22"/>
          <w:szCs w:val="22"/>
          <w:lang w:val="de-DE"/>
        </w:rPr>
      </w:pPr>
      <w:r w:rsidRPr="007E7521">
        <w:rPr>
          <w:rStyle w:val="normaltextrun"/>
          <w:rFonts w:ascii="Arial" w:eastAsia="Arial" w:hAnsi="Arial" w:cs="Arial"/>
          <w:b/>
          <w:bCs/>
          <w:sz w:val="22"/>
          <w:szCs w:val="22"/>
          <w:lang w:val="de-DE"/>
        </w:rPr>
        <w:t xml:space="preserve">Wuppertal, </w:t>
      </w:r>
      <w:r w:rsidR="008A2CCD">
        <w:rPr>
          <w:rStyle w:val="normaltextrun"/>
          <w:rFonts w:ascii="Arial" w:eastAsia="Arial" w:hAnsi="Arial" w:cs="Arial"/>
          <w:b/>
          <w:bCs/>
          <w:sz w:val="22"/>
          <w:szCs w:val="22"/>
          <w:lang w:val="de-DE"/>
        </w:rPr>
        <w:t>3</w:t>
      </w:r>
      <w:r w:rsidR="6E7CB156" w:rsidRPr="007E7521">
        <w:rPr>
          <w:rStyle w:val="normaltextrun"/>
          <w:rFonts w:ascii="Arial" w:eastAsia="Arial" w:hAnsi="Arial" w:cs="Arial"/>
          <w:b/>
          <w:bCs/>
          <w:sz w:val="22"/>
          <w:szCs w:val="22"/>
          <w:lang w:val="de-DE"/>
        </w:rPr>
        <w:t xml:space="preserve">. </w:t>
      </w:r>
      <w:r w:rsidR="008A2CCD">
        <w:rPr>
          <w:rStyle w:val="normaltextrun"/>
          <w:rFonts w:ascii="Arial" w:eastAsia="Arial" w:hAnsi="Arial" w:cs="Arial"/>
          <w:b/>
          <w:bCs/>
          <w:sz w:val="22"/>
          <w:szCs w:val="22"/>
          <w:lang w:val="de-DE"/>
        </w:rPr>
        <w:t>Februar 2026</w:t>
      </w:r>
      <w:r w:rsidR="32204FD4" w:rsidRPr="007E7521">
        <w:rPr>
          <w:rStyle w:val="normaltextrun"/>
          <w:rFonts w:ascii="Arial" w:eastAsia="Arial" w:hAnsi="Arial" w:cs="Arial"/>
          <w:b/>
          <w:bCs/>
          <w:sz w:val="22"/>
          <w:szCs w:val="22"/>
          <w:lang w:val="de-DE"/>
        </w:rPr>
        <w:t xml:space="preserve"> </w:t>
      </w:r>
      <w:r w:rsidR="2BB34C8F" w:rsidRPr="007E7521">
        <w:rPr>
          <w:rStyle w:val="normaltextrun"/>
          <w:rFonts w:asciiTheme="minorHAnsi" w:eastAsiaTheme="minorEastAsia" w:hAnsiTheme="minorHAnsi" w:cstheme="minorBidi"/>
          <w:sz w:val="22"/>
          <w:szCs w:val="22"/>
          <w:lang w:val="de-DE"/>
        </w:rPr>
        <w:t>—</w:t>
      </w:r>
      <w:r w:rsidRPr="007E7521">
        <w:rPr>
          <w:rFonts w:ascii="Arial" w:hAnsi="Arial" w:cs="Arial"/>
          <w:sz w:val="22"/>
          <w:szCs w:val="22"/>
          <w:lang w:val="de-DE"/>
        </w:rPr>
        <w:t xml:space="preserve"> </w:t>
      </w:r>
      <w:r w:rsidR="00861B47" w:rsidRPr="007E7521">
        <w:rPr>
          <w:rFonts w:ascii="Arial" w:hAnsi="Arial" w:cs="Arial"/>
          <w:sz w:val="22"/>
          <w:szCs w:val="22"/>
          <w:lang w:val="de-DE"/>
        </w:rPr>
        <w:t xml:space="preserve">Beim Vienna </w:t>
      </w:r>
      <w:proofErr w:type="spellStart"/>
      <w:r w:rsidR="00861B47" w:rsidRPr="007E7521">
        <w:rPr>
          <w:rFonts w:ascii="Arial" w:hAnsi="Arial" w:cs="Arial"/>
          <w:sz w:val="22"/>
          <w:szCs w:val="22"/>
          <w:lang w:val="de-DE"/>
        </w:rPr>
        <w:t>Interdisciplinary</w:t>
      </w:r>
      <w:proofErr w:type="spellEnd"/>
      <w:r w:rsidR="00861B47" w:rsidRPr="007E7521">
        <w:rPr>
          <w:rFonts w:ascii="Arial" w:hAnsi="Arial" w:cs="Arial"/>
          <w:sz w:val="22"/>
          <w:szCs w:val="22"/>
          <w:lang w:val="de-DE"/>
        </w:rPr>
        <w:t xml:space="preserve"> Symposium on </w:t>
      </w:r>
      <w:proofErr w:type="spellStart"/>
      <w:r w:rsidR="00861B47" w:rsidRPr="007E7521">
        <w:rPr>
          <w:rFonts w:ascii="Arial" w:hAnsi="Arial" w:cs="Arial"/>
          <w:sz w:val="22"/>
          <w:szCs w:val="22"/>
          <w:lang w:val="de-DE"/>
        </w:rPr>
        <w:t>Aortic</w:t>
      </w:r>
      <w:proofErr w:type="spellEnd"/>
      <w:r w:rsidR="00861B47" w:rsidRPr="007E7521">
        <w:rPr>
          <w:rFonts w:ascii="Arial" w:hAnsi="Arial" w:cs="Arial"/>
          <w:sz w:val="22"/>
          <w:szCs w:val="22"/>
          <w:lang w:val="de-DE"/>
        </w:rPr>
        <w:t xml:space="preserve"> </w:t>
      </w:r>
      <w:proofErr w:type="spellStart"/>
      <w:r w:rsidR="00861B47" w:rsidRPr="007E7521">
        <w:rPr>
          <w:rFonts w:ascii="Arial" w:hAnsi="Arial" w:cs="Arial"/>
          <w:sz w:val="22"/>
          <w:szCs w:val="22"/>
          <w:lang w:val="de-DE"/>
        </w:rPr>
        <w:t>Repair</w:t>
      </w:r>
      <w:proofErr w:type="spellEnd"/>
      <w:r w:rsidR="00861B47" w:rsidRPr="007E7521">
        <w:rPr>
          <w:rFonts w:ascii="Arial" w:hAnsi="Arial" w:cs="Arial"/>
          <w:sz w:val="22"/>
          <w:szCs w:val="22"/>
          <w:lang w:val="de-DE"/>
        </w:rPr>
        <w:t xml:space="preserve"> (VISAR) stellte </w:t>
      </w:r>
      <w:r w:rsidR="00E90284" w:rsidRPr="007E7521">
        <w:rPr>
          <w:rFonts w:ascii="Arial" w:hAnsi="Arial" w:cs="Arial"/>
          <w:sz w:val="22"/>
          <w:szCs w:val="22"/>
          <w:lang w:val="de-DE"/>
        </w:rPr>
        <w:t xml:space="preserve">Riedels </w:t>
      </w:r>
      <w:proofErr w:type="spellStart"/>
      <w:r w:rsidR="00E90284" w:rsidRPr="007E7521">
        <w:rPr>
          <w:rFonts w:ascii="Arial" w:hAnsi="Arial" w:cs="Arial"/>
          <w:sz w:val="22"/>
          <w:szCs w:val="22"/>
          <w:lang w:val="de-DE"/>
        </w:rPr>
        <w:t>Managed</w:t>
      </w:r>
      <w:proofErr w:type="spellEnd"/>
      <w:r w:rsidR="00E90284" w:rsidRPr="007E7521">
        <w:rPr>
          <w:rFonts w:ascii="Arial" w:hAnsi="Arial" w:cs="Arial"/>
          <w:sz w:val="22"/>
          <w:szCs w:val="22"/>
          <w:lang w:val="de-DE"/>
        </w:rPr>
        <w:t xml:space="preserve"> Technology Division die zentrale technologische Infrastruktur für die Live-Übertragung und interaktive Begleitung hochkomplexer chirurgischer Eingriffe bereit</w:t>
      </w:r>
      <w:r w:rsidR="00861B47" w:rsidRPr="007E7521">
        <w:rPr>
          <w:rFonts w:ascii="Arial" w:hAnsi="Arial" w:cs="Arial"/>
          <w:sz w:val="22"/>
          <w:szCs w:val="22"/>
          <w:lang w:val="de-DE"/>
        </w:rPr>
        <w:t>. Der international renommierte Fachkongress fand im Haus der Industrie in Wien statt und verband Live-Operationen aus mehreren Operationssälen des Allgemeinen Krankenhauses Wien mit einem interdisziplinären Fachpublikum aus aller Welt.</w:t>
      </w:r>
    </w:p>
    <w:p w14:paraId="3BAA358B" w14:textId="612448E2" w:rsidR="00861B47" w:rsidRPr="007E7521" w:rsidRDefault="00861B47" w:rsidP="00861B47">
      <w:pPr>
        <w:spacing w:line="360" w:lineRule="auto"/>
        <w:rPr>
          <w:rFonts w:ascii="Arial" w:hAnsi="Arial" w:cs="Arial"/>
          <w:sz w:val="22"/>
          <w:szCs w:val="22"/>
          <w:lang w:val="de-DE"/>
        </w:rPr>
      </w:pPr>
    </w:p>
    <w:p w14:paraId="3B3DEA12" w14:textId="20C824BC" w:rsidR="00861B47" w:rsidRPr="007E7521" w:rsidRDefault="0019596D" w:rsidP="00861B47">
      <w:pPr>
        <w:spacing w:line="360" w:lineRule="auto"/>
        <w:rPr>
          <w:rFonts w:ascii="Arial" w:hAnsi="Arial" w:cs="Arial"/>
          <w:sz w:val="22"/>
          <w:szCs w:val="22"/>
          <w:lang w:val="de-DE"/>
        </w:rPr>
      </w:pPr>
      <w:r w:rsidRPr="007E7521">
        <w:rPr>
          <w:rFonts w:ascii="Arial" w:hAnsi="Arial" w:cs="Arial"/>
          <w:sz w:val="22"/>
          <w:szCs w:val="22"/>
          <w:lang w:val="de-DE"/>
        </w:rPr>
        <w:t>Auf Basis eines integrierten Riedel-Ökosystems</w:t>
      </w:r>
      <w:r w:rsidR="00630250">
        <w:rPr>
          <w:rFonts w:ascii="Arial" w:hAnsi="Arial" w:cs="Arial"/>
          <w:sz w:val="22"/>
          <w:szCs w:val="22"/>
          <w:lang w:val="de-DE"/>
        </w:rPr>
        <w:t xml:space="preserve"> bestehend</w:t>
      </w:r>
      <w:r w:rsidRPr="007E7521">
        <w:rPr>
          <w:rFonts w:ascii="Arial" w:hAnsi="Arial" w:cs="Arial"/>
          <w:sz w:val="22"/>
          <w:szCs w:val="22"/>
          <w:lang w:val="de-DE"/>
        </w:rPr>
        <w:t xml:space="preserve"> aus Artist und Bolero </w:t>
      </w:r>
      <w:proofErr w:type="spellStart"/>
      <w:r w:rsidRPr="007E7521">
        <w:rPr>
          <w:rFonts w:ascii="Arial" w:hAnsi="Arial" w:cs="Arial"/>
          <w:sz w:val="22"/>
          <w:szCs w:val="22"/>
          <w:lang w:val="de-DE"/>
        </w:rPr>
        <w:t>Intercom</w:t>
      </w:r>
      <w:proofErr w:type="spellEnd"/>
      <w:r w:rsidRPr="007E7521">
        <w:rPr>
          <w:rFonts w:ascii="Arial" w:hAnsi="Arial" w:cs="Arial"/>
          <w:sz w:val="22"/>
          <w:szCs w:val="22"/>
          <w:lang w:val="de-DE"/>
        </w:rPr>
        <w:t xml:space="preserve">, MediorNet Video-Infrastruktur und SimplyLive Videoproduktionssuite konnten chirurgische Verfahren in Echtzeit aus drei parallel arbeitenden Operationssälen in den Kongresssaal übertragen und gleichzeitig ein direkter, bidirektionaler Austausch zwischen operierenden medizinischen Fachkräften, Moderation und Teilnehmenden realisiert werden. </w:t>
      </w:r>
      <w:r w:rsidR="00861B47" w:rsidRPr="007E7521">
        <w:rPr>
          <w:rFonts w:ascii="Arial" w:hAnsi="Arial" w:cs="Arial"/>
          <w:sz w:val="22"/>
          <w:szCs w:val="22"/>
          <w:lang w:val="de-DE"/>
        </w:rPr>
        <w:t>Gezeigt wurden unterschiedliche operative Ansätze der Aorten- und Herzklappenchirurgie</w:t>
      </w:r>
      <w:r w:rsidR="00E90284" w:rsidRPr="007E7521">
        <w:rPr>
          <w:rFonts w:ascii="Arial" w:hAnsi="Arial" w:cs="Arial"/>
          <w:sz w:val="22"/>
          <w:szCs w:val="22"/>
          <w:lang w:val="de-DE"/>
        </w:rPr>
        <w:t>,</w:t>
      </w:r>
      <w:r w:rsidR="00861B47" w:rsidRPr="007E7521">
        <w:rPr>
          <w:rFonts w:ascii="Arial" w:hAnsi="Arial" w:cs="Arial"/>
          <w:sz w:val="22"/>
          <w:szCs w:val="22"/>
          <w:lang w:val="de-DE"/>
        </w:rPr>
        <w:t xml:space="preserve"> die zeitgleich durchgeführt und im Kongresssaal vergleichend diskutiert wurden. Die Live-Übertragungen machten hochkomplexe Eingriffe über mehrere Stunden hinweg nachvollziehbar und erlaubten es dem Fachpublikum, operative Entscheidungen unmittelbar mitzuerleben.</w:t>
      </w:r>
    </w:p>
    <w:p w14:paraId="647F9054" w14:textId="77777777" w:rsidR="00B76F26" w:rsidRPr="00F55B83" w:rsidRDefault="00B76F26" w:rsidP="00861B47">
      <w:pPr>
        <w:spacing w:line="360" w:lineRule="auto"/>
        <w:rPr>
          <w:rFonts w:ascii="Arial" w:hAnsi="Arial" w:cs="Arial"/>
          <w:sz w:val="22"/>
          <w:szCs w:val="22"/>
          <w:lang w:val="de-DE"/>
        </w:rPr>
      </w:pPr>
    </w:p>
    <w:p w14:paraId="430AEB38" w14:textId="0176A78F" w:rsidR="00B76F26" w:rsidRPr="00F55B83" w:rsidRDefault="00F55B83" w:rsidP="00861B47">
      <w:pPr>
        <w:spacing w:line="360" w:lineRule="auto"/>
        <w:rPr>
          <w:rFonts w:ascii="Arial" w:hAnsi="Arial" w:cs="Arial"/>
          <w:sz w:val="22"/>
          <w:szCs w:val="22"/>
          <w:lang w:val="de-DE"/>
        </w:rPr>
      </w:pPr>
      <w:r w:rsidRPr="11892A17">
        <w:rPr>
          <w:rFonts w:ascii="Arial" w:hAnsi="Arial" w:cs="Arial"/>
          <w:sz w:val="22"/>
          <w:szCs w:val="22"/>
          <w:lang w:val="de-DE"/>
        </w:rPr>
        <w:t xml:space="preserve">„Die technischen Anforderungen von VISAR gehen weit über eine klassische Kongresstechnik hinaus“, </w:t>
      </w:r>
      <w:r w:rsidR="00B76F26" w:rsidRPr="11892A17">
        <w:rPr>
          <w:rFonts w:ascii="Arial" w:hAnsi="Arial" w:cs="Arial"/>
          <w:sz w:val="22"/>
          <w:szCs w:val="22"/>
          <w:lang w:val="de-DE"/>
        </w:rPr>
        <w:t>s</w:t>
      </w:r>
      <w:r w:rsidR="1E9EAADC" w:rsidRPr="11892A17">
        <w:rPr>
          <w:rFonts w:ascii="Arial" w:hAnsi="Arial" w:cs="Arial"/>
          <w:sz w:val="22"/>
          <w:szCs w:val="22"/>
          <w:lang w:val="de-DE"/>
        </w:rPr>
        <w:t>o Dr. Martin Funovics, Mitglied des VISAR Executive Commitee</w:t>
      </w:r>
      <w:r w:rsidR="00B76F26" w:rsidRPr="11892A17">
        <w:rPr>
          <w:rFonts w:ascii="Arial" w:hAnsi="Arial" w:cs="Arial"/>
          <w:sz w:val="22"/>
          <w:szCs w:val="22"/>
          <w:lang w:val="de-DE"/>
        </w:rPr>
        <w:t>. „</w:t>
      </w:r>
      <w:r w:rsidRPr="11892A17">
        <w:rPr>
          <w:rFonts w:ascii="Arial" w:hAnsi="Arial" w:cs="Arial"/>
          <w:sz w:val="22"/>
          <w:szCs w:val="22"/>
          <w:lang w:val="de-DE"/>
        </w:rPr>
        <w:t>Durch die Zusammenarbeit mit Riedel war sichergestellt, dass der Kongress in seiner gesamten Komplexität zuverlässig umgesetzt werden konnte</w:t>
      </w:r>
      <w:r w:rsidR="00B76F26" w:rsidRPr="11892A17">
        <w:rPr>
          <w:rFonts w:ascii="Arial" w:hAnsi="Arial" w:cs="Arial"/>
          <w:sz w:val="22"/>
          <w:szCs w:val="22"/>
          <w:lang w:val="de-DE"/>
        </w:rPr>
        <w:t>.“</w:t>
      </w:r>
    </w:p>
    <w:p w14:paraId="51499712" w14:textId="77777777" w:rsidR="00861B47" w:rsidRPr="007E7521" w:rsidRDefault="00861B47" w:rsidP="00861B47">
      <w:pPr>
        <w:spacing w:line="360" w:lineRule="auto"/>
        <w:rPr>
          <w:rFonts w:ascii="Arial" w:hAnsi="Arial" w:cs="Arial"/>
          <w:sz w:val="22"/>
          <w:szCs w:val="22"/>
          <w:lang w:val="de-DE"/>
        </w:rPr>
      </w:pPr>
    </w:p>
    <w:p w14:paraId="0F3561E9" w14:textId="5BE3FAF3" w:rsidR="00861B47" w:rsidRPr="007E7521" w:rsidRDefault="00861B47" w:rsidP="00861B47">
      <w:pPr>
        <w:spacing w:line="360" w:lineRule="auto"/>
        <w:rPr>
          <w:rFonts w:ascii="Arial" w:hAnsi="Arial" w:cs="Arial"/>
          <w:sz w:val="22"/>
          <w:szCs w:val="22"/>
          <w:lang w:val="de-DE"/>
        </w:rPr>
      </w:pPr>
      <w:r w:rsidRPr="5ACE4D49">
        <w:rPr>
          <w:rFonts w:ascii="Arial" w:hAnsi="Arial" w:cs="Arial"/>
          <w:sz w:val="22"/>
          <w:szCs w:val="22"/>
          <w:lang w:val="de-DE"/>
        </w:rPr>
        <w:lastRenderedPageBreak/>
        <w:t xml:space="preserve">Riedel verantwortete sowohl die Video- und Audioverteilung als auch die gesamte Intercom- und Netzwerkstruktur zwischen den räumlich getrennten Standorten im Krankenhaus und im Kongresszentrum. Zum Einsatz kamen Riedel Artist und Bolero Intercom-Systeme, wobei nicht nur Moderation und Technikteams, sondern auch </w:t>
      </w:r>
      <w:r w:rsidR="2B8A1C00" w:rsidRPr="5ACE4D49">
        <w:rPr>
          <w:rFonts w:ascii="Arial" w:hAnsi="Arial" w:cs="Arial"/>
          <w:sz w:val="22"/>
          <w:szCs w:val="22"/>
          <w:lang w:val="de-DE"/>
        </w:rPr>
        <w:t>medizinisches Fachpersonal</w:t>
      </w:r>
      <w:r w:rsidRPr="5ACE4D49">
        <w:rPr>
          <w:rFonts w:ascii="Arial" w:hAnsi="Arial" w:cs="Arial"/>
          <w:sz w:val="22"/>
          <w:szCs w:val="22"/>
          <w:lang w:val="de-DE"/>
        </w:rPr>
        <w:t xml:space="preserve"> mit drahtlosen Bolero</w:t>
      </w:r>
      <w:r w:rsidR="004A3133" w:rsidRPr="5ACE4D49">
        <w:rPr>
          <w:rFonts w:ascii="Arial" w:hAnsi="Arial" w:cs="Arial"/>
          <w:sz w:val="22"/>
          <w:szCs w:val="22"/>
          <w:lang w:val="de-DE"/>
        </w:rPr>
        <w:t>- und Bolero S</w:t>
      </w:r>
      <w:r w:rsidRPr="5ACE4D49">
        <w:rPr>
          <w:rFonts w:ascii="Arial" w:hAnsi="Arial" w:cs="Arial"/>
          <w:sz w:val="22"/>
          <w:szCs w:val="22"/>
          <w:lang w:val="de-DE"/>
        </w:rPr>
        <w:t>-Beltpacks ausgestattet waren. So konnten sie während der laufenden Eingriffe direkt mit dem Kongresssaal kommunizieren, Fragen beantworten und ihr Vorgehen in Echtzeit erläutern, ohne den operativen Ablauf zu unterbrechen.</w:t>
      </w:r>
      <w:r w:rsidR="0019596D" w:rsidRPr="5ACE4D49">
        <w:rPr>
          <w:rFonts w:ascii="Arial" w:hAnsi="Arial" w:cs="Arial"/>
          <w:sz w:val="22"/>
          <w:szCs w:val="22"/>
          <w:lang w:val="de-DE"/>
        </w:rPr>
        <w:t xml:space="preserve"> Die Intercom-Signale aus den Operationssälen wurden dabei über Riedel StageLink Network Stream Adapter in das PA-System des Kongresssaals eingebunden und für das Publikum hörbar gemacht.</w:t>
      </w:r>
    </w:p>
    <w:p w14:paraId="0DF9EF5B" w14:textId="77777777" w:rsidR="00861B47" w:rsidRPr="007E7521" w:rsidRDefault="00861B47" w:rsidP="00861B47">
      <w:pPr>
        <w:spacing w:line="360" w:lineRule="auto"/>
        <w:rPr>
          <w:rFonts w:ascii="Arial" w:hAnsi="Arial" w:cs="Arial"/>
          <w:sz w:val="22"/>
          <w:szCs w:val="22"/>
          <w:lang w:val="de-DE"/>
        </w:rPr>
      </w:pPr>
    </w:p>
    <w:p w14:paraId="48602304" w14:textId="00C05B0D" w:rsidR="00861B47" w:rsidRPr="007E7521" w:rsidRDefault="00861B47" w:rsidP="00861B47">
      <w:pPr>
        <w:spacing w:line="360" w:lineRule="auto"/>
        <w:rPr>
          <w:rFonts w:ascii="Arial" w:hAnsi="Arial" w:cs="Arial"/>
          <w:sz w:val="22"/>
          <w:szCs w:val="22"/>
          <w:lang w:val="de-DE"/>
        </w:rPr>
      </w:pPr>
      <w:r w:rsidRPr="5ACE4D49">
        <w:rPr>
          <w:rFonts w:ascii="Arial" w:hAnsi="Arial" w:cs="Arial"/>
          <w:sz w:val="22"/>
          <w:szCs w:val="22"/>
          <w:lang w:val="de-DE"/>
        </w:rPr>
        <w:t xml:space="preserve">Über </w:t>
      </w:r>
      <w:r w:rsidR="00D447C7" w:rsidRPr="5ACE4D49">
        <w:rPr>
          <w:rFonts w:ascii="Arial" w:hAnsi="Arial" w:cs="Arial"/>
          <w:sz w:val="22"/>
          <w:szCs w:val="22"/>
          <w:lang w:val="de-DE"/>
        </w:rPr>
        <w:t xml:space="preserve">Riedels </w:t>
      </w:r>
      <w:r w:rsidRPr="5ACE4D49">
        <w:rPr>
          <w:rFonts w:ascii="Arial" w:hAnsi="Arial" w:cs="Arial"/>
          <w:sz w:val="22"/>
          <w:szCs w:val="22"/>
          <w:lang w:val="de-DE"/>
        </w:rPr>
        <w:t xml:space="preserve">Bolero Bridge wurden die lokal abgeschlossenen Bolero-Netze der einzelnen Operationssäle mit dem Intercom-System im Haus der Industrie gekoppelt und zentral gesteuert. Die standortübergreifende Verbindung wurde über eine gesicherte IP-Strecke realisiert und zusätzlich durch das Riedel Remote Operations Center (ROC) überwacht und betreut, sodass auch unter den besonderen Bedingungen des Krankenhausumfelds eine stabile und kontrollierte Kommunikation gewährleistet war. </w:t>
      </w:r>
    </w:p>
    <w:p w14:paraId="2B2C29B2" w14:textId="77777777" w:rsidR="00861B47" w:rsidRPr="007E7521" w:rsidRDefault="00861B47" w:rsidP="00861B47">
      <w:pPr>
        <w:spacing w:line="360" w:lineRule="auto"/>
        <w:rPr>
          <w:rFonts w:ascii="Arial" w:hAnsi="Arial" w:cs="Arial"/>
          <w:sz w:val="22"/>
          <w:szCs w:val="22"/>
          <w:lang w:val="de-DE"/>
        </w:rPr>
      </w:pPr>
    </w:p>
    <w:p w14:paraId="4B161943" w14:textId="036DA4EF" w:rsidR="00861B47" w:rsidRPr="007E7521" w:rsidRDefault="00861B47" w:rsidP="00861B47">
      <w:pPr>
        <w:spacing w:line="360" w:lineRule="auto"/>
        <w:rPr>
          <w:rFonts w:ascii="Arial" w:hAnsi="Arial" w:cs="Arial"/>
          <w:sz w:val="22"/>
          <w:szCs w:val="22"/>
          <w:lang w:val="de-DE"/>
        </w:rPr>
      </w:pPr>
      <w:r w:rsidRPr="5ACE4D49">
        <w:rPr>
          <w:rFonts w:ascii="Arial" w:hAnsi="Arial" w:cs="Arial"/>
          <w:sz w:val="22"/>
          <w:szCs w:val="22"/>
          <w:lang w:val="de-DE"/>
        </w:rPr>
        <w:t xml:space="preserve">Die Live-Bildregie im Kongresssaal wurde mit Riedels SimplyLive Production Suite umgesetzt und ermöglichte flexible Umschaltungen zwischen den verschiedenen Operationssälen sowie die gezielte Einbindung von Wiederholungen einzelner Sequenzen, um operative Unterschiede und Entscheidungswege nachvollziehbar zu machen. </w:t>
      </w:r>
      <w:r w:rsidR="2F0C9374" w:rsidRPr="5ACE4D49">
        <w:rPr>
          <w:rFonts w:ascii="Arial" w:hAnsi="Arial" w:cs="Arial"/>
          <w:sz w:val="22"/>
          <w:szCs w:val="22"/>
          <w:lang w:val="de-DE"/>
        </w:rPr>
        <w:t>Ergänzt wurde das Setup durch MedioNet MicroN, das als zentrale Multiviewer-Lösung die gleichzeitige Darstellung von Live-OP-Bildern und Präsentationen erlaubte.</w:t>
      </w:r>
      <w:r w:rsidR="34F4BC2A" w:rsidRPr="5ACE4D49">
        <w:rPr>
          <w:rFonts w:ascii="Arial" w:hAnsi="Arial" w:cs="Arial"/>
          <w:sz w:val="22"/>
          <w:szCs w:val="22"/>
          <w:lang w:val="de-DE"/>
        </w:rPr>
        <w:t xml:space="preserve"> </w:t>
      </w:r>
    </w:p>
    <w:p w14:paraId="29D3F835" w14:textId="77777777" w:rsidR="00861B47" w:rsidRPr="007E7521" w:rsidRDefault="00861B47" w:rsidP="00861B47">
      <w:pPr>
        <w:spacing w:line="360" w:lineRule="auto"/>
        <w:rPr>
          <w:rFonts w:ascii="Arial" w:hAnsi="Arial" w:cs="Arial"/>
          <w:sz w:val="22"/>
          <w:szCs w:val="22"/>
          <w:lang w:val="de-DE"/>
        </w:rPr>
      </w:pPr>
    </w:p>
    <w:p w14:paraId="43E5CD10" w14:textId="46B238D3" w:rsidR="00861B47" w:rsidRPr="007E7521" w:rsidRDefault="00861B47" w:rsidP="00861B47">
      <w:pPr>
        <w:spacing w:line="360" w:lineRule="auto"/>
        <w:rPr>
          <w:rFonts w:ascii="Arial" w:hAnsi="Arial" w:cs="Arial"/>
          <w:sz w:val="22"/>
          <w:szCs w:val="22"/>
          <w:lang w:val="de-DE"/>
        </w:rPr>
      </w:pPr>
      <w:r w:rsidRPr="11892A17">
        <w:rPr>
          <w:rFonts w:ascii="Arial" w:hAnsi="Arial" w:cs="Arial"/>
          <w:sz w:val="22"/>
          <w:szCs w:val="22"/>
          <w:lang w:val="de-DE"/>
        </w:rPr>
        <w:t>„VISAR 2025 hat eindrucksvoll gezeigt, wie sich Technologien aus Broadcast und Live</w:t>
      </w:r>
      <w:r w:rsidR="000C303C" w:rsidRPr="11892A17">
        <w:rPr>
          <w:rFonts w:ascii="Arial" w:hAnsi="Arial" w:cs="Arial"/>
          <w:sz w:val="22"/>
          <w:szCs w:val="22"/>
          <w:lang w:val="de-DE"/>
        </w:rPr>
        <w:t xml:space="preserve">-Produktion </w:t>
      </w:r>
      <w:r w:rsidRPr="11892A17">
        <w:rPr>
          <w:rFonts w:ascii="Arial" w:hAnsi="Arial" w:cs="Arial"/>
          <w:sz w:val="22"/>
          <w:szCs w:val="22"/>
          <w:lang w:val="de-DE"/>
        </w:rPr>
        <w:t>in hochkritischen medizinischen Anwendungen einsetzen lassen“, so </w:t>
      </w:r>
      <w:r w:rsidR="73810EDC" w:rsidRPr="11892A17">
        <w:rPr>
          <w:rFonts w:ascii="Arial" w:hAnsi="Arial" w:cs="Arial"/>
          <w:sz w:val="22"/>
          <w:szCs w:val="22"/>
          <w:lang w:val="de-DE"/>
        </w:rPr>
        <w:t xml:space="preserve">Florian Rau, </w:t>
      </w:r>
      <w:proofErr w:type="spellStart"/>
      <w:r w:rsidR="73810EDC" w:rsidRPr="11892A17">
        <w:rPr>
          <w:rFonts w:ascii="Arial" w:hAnsi="Arial" w:cs="Arial"/>
          <w:sz w:val="22"/>
          <w:szCs w:val="22"/>
          <w:lang w:val="de-DE"/>
        </w:rPr>
        <w:t>Program</w:t>
      </w:r>
      <w:proofErr w:type="spellEnd"/>
      <w:r w:rsidR="73810EDC" w:rsidRPr="11892A17">
        <w:rPr>
          <w:rFonts w:ascii="Arial" w:hAnsi="Arial" w:cs="Arial"/>
          <w:sz w:val="22"/>
          <w:szCs w:val="22"/>
          <w:lang w:val="de-DE"/>
        </w:rPr>
        <w:t xml:space="preserve"> Manager Global Events, Riedel Communications</w:t>
      </w:r>
      <w:r w:rsidRPr="11892A17">
        <w:rPr>
          <w:rFonts w:ascii="Arial" w:hAnsi="Arial" w:cs="Arial"/>
          <w:sz w:val="22"/>
          <w:szCs w:val="22"/>
          <w:lang w:val="de-DE"/>
        </w:rPr>
        <w:t>. „</w:t>
      </w:r>
      <w:r w:rsidR="000C303C" w:rsidRPr="11892A17">
        <w:rPr>
          <w:rFonts w:ascii="Arial" w:hAnsi="Arial" w:cs="Arial"/>
          <w:sz w:val="22"/>
          <w:szCs w:val="22"/>
          <w:lang w:val="de-DE"/>
        </w:rPr>
        <w:t>Unsere schlüsselfertige Managed Technology-Lösung</w:t>
      </w:r>
      <w:r w:rsidR="007E7521" w:rsidRPr="11892A17">
        <w:rPr>
          <w:rFonts w:ascii="Arial" w:hAnsi="Arial" w:cs="Arial"/>
          <w:sz w:val="22"/>
          <w:szCs w:val="22"/>
          <w:lang w:val="de-DE"/>
        </w:rPr>
        <w:t xml:space="preserve"> stellte eine reibungslose technische Umsetzung sicher und ermöglichte den Veranstaltenden einen klaren Fokus auf Inhalte und Austausch.</w:t>
      </w:r>
      <w:r w:rsidRPr="11892A17">
        <w:rPr>
          <w:rFonts w:ascii="Arial" w:hAnsi="Arial" w:cs="Arial"/>
          <w:sz w:val="22"/>
          <w:szCs w:val="22"/>
          <w:lang w:val="de-DE"/>
        </w:rPr>
        <w:t>“</w:t>
      </w:r>
    </w:p>
    <w:p w14:paraId="48E451AB" w14:textId="77777777" w:rsidR="000B6C1D" w:rsidRPr="007E7521" w:rsidRDefault="000B6C1D" w:rsidP="00141012">
      <w:pPr>
        <w:spacing w:line="360" w:lineRule="auto"/>
        <w:rPr>
          <w:rFonts w:ascii="Arial" w:hAnsi="Arial" w:cs="Arial"/>
          <w:sz w:val="22"/>
          <w:szCs w:val="22"/>
          <w:lang w:val="de-DE"/>
        </w:rPr>
      </w:pPr>
    </w:p>
    <w:p w14:paraId="7A1DE59C" w14:textId="77777777" w:rsidR="005B20B4" w:rsidRPr="007E7521" w:rsidRDefault="005B20B4" w:rsidP="005B20B4">
      <w:pPr>
        <w:pStyle w:val="paragraph"/>
        <w:spacing w:before="0" w:beforeAutospacing="0" w:after="0" w:afterAutospacing="0"/>
        <w:jc w:val="center"/>
        <w:textAlignment w:val="baseline"/>
        <w:rPr>
          <w:rFonts w:ascii="Segoe UI" w:hAnsi="Segoe UI" w:cs="Segoe UI"/>
          <w:sz w:val="18"/>
          <w:szCs w:val="18"/>
        </w:rPr>
      </w:pPr>
      <w:r w:rsidRPr="007E7521">
        <w:rPr>
          <w:rStyle w:val="normaltextrun"/>
          <w:rFonts w:ascii="Arial" w:hAnsi="Arial" w:cs="Arial"/>
          <w:sz w:val="22"/>
          <w:szCs w:val="22"/>
        </w:rPr>
        <w:t># # #</w:t>
      </w:r>
      <w:r w:rsidRPr="007E7521">
        <w:rPr>
          <w:rStyle w:val="eop"/>
          <w:rFonts w:ascii="Arial" w:hAnsi="Arial" w:cs="Arial"/>
          <w:sz w:val="22"/>
          <w:szCs w:val="22"/>
        </w:rPr>
        <w:t> </w:t>
      </w:r>
    </w:p>
    <w:p w14:paraId="67FE7F5D" w14:textId="77777777" w:rsidR="005B20B4" w:rsidRPr="007E7521" w:rsidRDefault="005B20B4" w:rsidP="005B20B4">
      <w:pPr>
        <w:pStyle w:val="paragraph"/>
        <w:spacing w:before="0" w:beforeAutospacing="0" w:after="0" w:afterAutospacing="0"/>
        <w:textAlignment w:val="baseline"/>
        <w:rPr>
          <w:rFonts w:ascii="Segoe UI" w:hAnsi="Segoe UI" w:cs="Segoe UI"/>
          <w:sz w:val="18"/>
          <w:szCs w:val="18"/>
        </w:rPr>
      </w:pPr>
      <w:r w:rsidRPr="007E7521">
        <w:rPr>
          <w:rStyle w:val="eop"/>
          <w:rFonts w:ascii="Arial" w:hAnsi="Arial" w:cs="Arial"/>
          <w:sz w:val="20"/>
          <w:szCs w:val="20"/>
        </w:rPr>
        <w:t> </w:t>
      </w:r>
    </w:p>
    <w:p w14:paraId="29690FFE" w14:textId="77777777" w:rsidR="005B20B4" w:rsidRPr="007E7521" w:rsidRDefault="005B20B4" w:rsidP="005B20B4">
      <w:pPr>
        <w:pStyle w:val="paragraph"/>
        <w:spacing w:before="0" w:beforeAutospacing="0" w:after="0" w:afterAutospacing="0"/>
        <w:textAlignment w:val="baseline"/>
        <w:rPr>
          <w:rFonts w:ascii="Segoe UI" w:hAnsi="Segoe UI" w:cs="Segoe UI"/>
          <w:sz w:val="18"/>
          <w:szCs w:val="18"/>
        </w:rPr>
      </w:pPr>
      <w:r w:rsidRPr="007E7521">
        <w:rPr>
          <w:rStyle w:val="normaltextrun"/>
          <w:rFonts w:ascii="Arial" w:hAnsi="Arial" w:cs="Arial"/>
          <w:b/>
          <w:sz w:val="20"/>
          <w:szCs w:val="20"/>
        </w:rPr>
        <w:t>Über Riedel Communications</w:t>
      </w:r>
      <w:r w:rsidRPr="007E7521">
        <w:rPr>
          <w:rStyle w:val="eop"/>
          <w:rFonts w:ascii="Arial" w:hAnsi="Arial" w:cs="Arial"/>
          <w:sz w:val="20"/>
          <w:szCs w:val="20"/>
        </w:rPr>
        <w:t> </w:t>
      </w:r>
    </w:p>
    <w:p w14:paraId="3E974AC1" w14:textId="77777777" w:rsidR="005B20B4" w:rsidRPr="007E7521" w:rsidRDefault="005B20B4" w:rsidP="005B20B4">
      <w:pPr>
        <w:pStyle w:val="paragraph"/>
        <w:spacing w:before="0" w:beforeAutospacing="0" w:after="0" w:afterAutospacing="0"/>
        <w:textAlignment w:val="baseline"/>
        <w:rPr>
          <w:rFonts w:ascii="Segoe UI" w:hAnsi="Segoe UI" w:cs="Segoe UI"/>
          <w:sz w:val="18"/>
          <w:szCs w:val="18"/>
        </w:rPr>
      </w:pPr>
      <w:r w:rsidRPr="007E7521">
        <w:rPr>
          <w:rStyle w:val="normaltextrun"/>
          <w:rFonts w:ascii="Arial" w:hAnsi="Arial" w:cs="Arial"/>
          <w:sz w:val="20"/>
          <w:szCs w:val="20"/>
        </w:rPr>
        <w:t xml:space="preserve">Riedel Communications GmbH &amp; Co. KG ist führender Anbieter von Lösungen für Live-Produktion in den Bereichen Medien, Sport und Unterhaltung. Die Hard- und Softwareprodukte des Unternehmens reichen von distribuierten Video- und Audionetzwerken über </w:t>
      </w:r>
      <w:proofErr w:type="spellStart"/>
      <w:r w:rsidRPr="007E7521">
        <w:rPr>
          <w:rStyle w:val="normaltextrun"/>
          <w:rFonts w:ascii="Arial" w:hAnsi="Arial" w:cs="Arial"/>
          <w:sz w:val="20"/>
          <w:szCs w:val="20"/>
        </w:rPr>
        <w:t>Intercom</w:t>
      </w:r>
      <w:proofErr w:type="spellEnd"/>
      <w:r w:rsidRPr="007E7521">
        <w:rPr>
          <w:rStyle w:val="normaltextrun"/>
          <w:rFonts w:ascii="Arial" w:hAnsi="Arial" w:cs="Arial"/>
          <w:sz w:val="20"/>
          <w:szCs w:val="20"/>
        </w:rPr>
        <w:t xml:space="preserve">- und Replay-Lösungen bis hin zu WAN- und MPLS-Anwendungen. Dank des ganzheitlichen Ansatzes von Riedel können die drei </w:t>
      </w:r>
      <w:r w:rsidRPr="007E7521">
        <w:rPr>
          <w:rStyle w:val="normaltextrun"/>
          <w:rFonts w:ascii="Arial" w:hAnsi="Arial" w:cs="Arial"/>
          <w:sz w:val="20"/>
          <w:szCs w:val="20"/>
        </w:rPr>
        <w:lastRenderedPageBreak/>
        <w:t xml:space="preserve">Geschäftsbereiche </w:t>
      </w:r>
      <w:proofErr w:type="spellStart"/>
      <w:r w:rsidRPr="007E7521">
        <w:rPr>
          <w:rStyle w:val="normaltextrun"/>
          <w:rFonts w:ascii="Arial" w:hAnsi="Arial" w:cs="Arial"/>
          <w:sz w:val="20"/>
          <w:szCs w:val="20"/>
        </w:rPr>
        <w:t>Product</w:t>
      </w:r>
      <w:proofErr w:type="spellEnd"/>
      <w:r w:rsidRPr="007E7521">
        <w:rPr>
          <w:rStyle w:val="normaltextrun"/>
          <w:rFonts w:ascii="Arial" w:hAnsi="Arial" w:cs="Arial"/>
          <w:sz w:val="20"/>
          <w:szCs w:val="20"/>
        </w:rPr>
        <w:t xml:space="preserve"> Division, </w:t>
      </w:r>
      <w:proofErr w:type="spellStart"/>
      <w:r w:rsidRPr="007E7521">
        <w:rPr>
          <w:rStyle w:val="normaltextrun"/>
          <w:rFonts w:ascii="Arial" w:hAnsi="Arial" w:cs="Arial"/>
          <w:sz w:val="20"/>
          <w:szCs w:val="20"/>
        </w:rPr>
        <w:t>Managed</w:t>
      </w:r>
      <w:proofErr w:type="spellEnd"/>
      <w:r w:rsidRPr="007E7521">
        <w:rPr>
          <w:rStyle w:val="normaltextrun"/>
          <w:rFonts w:ascii="Arial" w:hAnsi="Arial" w:cs="Arial"/>
          <w:sz w:val="20"/>
          <w:szCs w:val="20"/>
        </w:rPr>
        <w:t xml:space="preserve"> Technology Division und Networks Division starke Synergien heben, um flexible Infrastrukturen, Tools und Services für feste und temporäre Installationen rund um den Globus bereitzustellen. So können Riedel-Kunden selbst die komplexesten Projekte durchführen - vor Ort, remote oder in der Cloud. 1987 gegründet, beschäftigt die Riedel-Gruppe mit Hauptsitz in Wuppertal heute an 30 Standorten in Europa, Australien, Asien und den USA über 1000 Mitarbeiter.</w:t>
      </w:r>
      <w:r w:rsidRPr="007E7521">
        <w:rPr>
          <w:rStyle w:val="eop"/>
          <w:rFonts w:ascii="Arial" w:hAnsi="Arial" w:cs="Arial"/>
          <w:sz w:val="20"/>
          <w:szCs w:val="20"/>
        </w:rPr>
        <w:t> </w:t>
      </w:r>
    </w:p>
    <w:p w14:paraId="4D1BB2E4" w14:textId="77777777" w:rsidR="005B20B4" w:rsidRPr="007E7521" w:rsidRDefault="005B20B4" w:rsidP="005B20B4">
      <w:pPr>
        <w:pStyle w:val="paragraph"/>
        <w:spacing w:before="0" w:beforeAutospacing="0" w:after="0" w:afterAutospacing="0"/>
        <w:textAlignment w:val="baseline"/>
        <w:rPr>
          <w:rFonts w:ascii="Segoe UI" w:hAnsi="Segoe UI" w:cs="Segoe UI"/>
          <w:sz w:val="18"/>
          <w:szCs w:val="18"/>
        </w:rPr>
      </w:pPr>
      <w:r w:rsidRPr="007E7521">
        <w:rPr>
          <w:rStyle w:val="eop"/>
          <w:rFonts w:ascii="Arial" w:hAnsi="Arial" w:cs="Arial"/>
          <w:sz w:val="20"/>
          <w:szCs w:val="20"/>
        </w:rPr>
        <w:t> </w:t>
      </w:r>
    </w:p>
    <w:p w14:paraId="3AAABA6E" w14:textId="77777777" w:rsidR="00AB0E3B" w:rsidRPr="007E7521" w:rsidRDefault="005B20B4" w:rsidP="005B20B4">
      <w:pPr>
        <w:pStyle w:val="paragraph"/>
        <w:spacing w:before="0" w:beforeAutospacing="0" w:after="0" w:afterAutospacing="0"/>
        <w:textAlignment w:val="baseline"/>
        <w:rPr>
          <w:rFonts w:ascii="Segoe UI" w:hAnsi="Segoe UI" w:cs="Segoe UI"/>
          <w:sz w:val="18"/>
          <w:szCs w:val="18"/>
        </w:rPr>
      </w:pPr>
      <w:r w:rsidRPr="007E7521">
        <w:rPr>
          <w:rStyle w:val="scxw54580859"/>
          <w:sz w:val="20"/>
          <w:szCs w:val="20"/>
        </w:rPr>
        <w:t> </w:t>
      </w:r>
      <w:r w:rsidRPr="007E7521">
        <w:rPr>
          <w:sz w:val="20"/>
          <w:szCs w:val="20"/>
        </w:rPr>
        <w:br/>
      </w:r>
      <w:r w:rsidRPr="007E7521">
        <w:rPr>
          <w:rStyle w:val="normaltextrun"/>
          <w:rFonts w:ascii="Arial" w:hAnsi="Arial" w:cs="Arial"/>
          <w:sz w:val="20"/>
          <w:szCs w:val="20"/>
        </w:rPr>
        <w:t xml:space="preserve">Weitere Informationen </w:t>
      </w:r>
      <w:r w:rsidR="000B6C1D" w:rsidRPr="007E7521">
        <w:rPr>
          <w:rStyle w:val="normaltextrun"/>
          <w:rFonts w:ascii="Arial" w:hAnsi="Arial" w:cs="Arial"/>
          <w:sz w:val="20"/>
          <w:szCs w:val="20"/>
        </w:rPr>
        <w:t>zu</w:t>
      </w:r>
      <w:r w:rsidRPr="007E7521">
        <w:rPr>
          <w:rStyle w:val="normaltextrun"/>
          <w:rFonts w:ascii="Arial" w:hAnsi="Arial" w:cs="Arial"/>
          <w:sz w:val="20"/>
          <w:szCs w:val="20"/>
        </w:rPr>
        <w:t xml:space="preserve"> Riedel finden Sie auf </w:t>
      </w:r>
      <w:hyperlink r:id="rId21" w:tgtFrame="_blank" w:history="1">
        <w:r w:rsidRPr="007E7521">
          <w:rPr>
            <w:rStyle w:val="normaltextrun"/>
            <w:rFonts w:ascii="Arial" w:hAnsi="Arial" w:cs="Arial"/>
            <w:color w:val="0000FF"/>
            <w:sz w:val="20"/>
            <w:szCs w:val="20"/>
            <w:u w:val="single"/>
          </w:rPr>
          <w:t>www.riedel.net</w:t>
        </w:r>
      </w:hyperlink>
      <w:r w:rsidRPr="007E7521">
        <w:rPr>
          <w:rStyle w:val="normaltextrun"/>
          <w:rFonts w:ascii="Arial" w:hAnsi="Arial" w:cs="Arial"/>
          <w:sz w:val="20"/>
          <w:szCs w:val="20"/>
        </w:rPr>
        <w:t>.</w:t>
      </w:r>
    </w:p>
    <w:sectPr w:rsidR="00AB0E3B" w:rsidRPr="007E7521" w:rsidSect="003A1D9D">
      <w:headerReference w:type="first" r:id="rId22"/>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A560D" w14:textId="77777777" w:rsidR="00387AF7" w:rsidRDefault="00387AF7">
      <w:r>
        <w:separator/>
      </w:r>
    </w:p>
  </w:endnote>
  <w:endnote w:type="continuationSeparator" w:id="0">
    <w:p w14:paraId="176540E4" w14:textId="77777777" w:rsidR="00387AF7" w:rsidRDefault="00387AF7">
      <w:r>
        <w:continuationSeparator/>
      </w:r>
    </w:p>
  </w:endnote>
  <w:endnote w:type="continuationNotice" w:id="1">
    <w:p w14:paraId="50481732" w14:textId="77777777" w:rsidR="00387AF7" w:rsidRDefault="00387A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0000000000000000000"/>
    <w:charset w:val="00"/>
    <w:family w:val="modern"/>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64A34" w14:textId="77777777" w:rsidR="00387AF7" w:rsidRDefault="00387AF7">
      <w:r>
        <w:separator/>
      </w:r>
    </w:p>
  </w:footnote>
  <w:footnote w:type="continuationSeparator" w:id="0">
    <w:p w14:paraId="583918BF" w14:textId="77777777" w:rsidR="00387AF7" w:rsidRDefault="00387AF7">
      <w:r>
        <w:continuationSeparator/>
      </w:r>
    </w:p>
  </w:footnote>
  <w:footnote w:type="continuationNotice" w:id="1">
    <w:p w14:paraId="7401973D" w14:textId="77777777" w:rsidR="00387AF7" w:rsidRDefault="00387A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57923"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58242" behindDoc="0" locked="0" layoutInCell="1" allowOverlap="1" wp14:anchorId="68B7703F" wp14:editId="605A0FA1">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solidFill>
                              <a:srgbClr val="FFFFFF"/>
                            </a:solidFill>
                          </a14:hiddenFill>
                        </a:ex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9525">
                            <a:solidFill>
                              <a:srgbClr val="000000"/>
                            </a:solidFill>
                            <a:miter lim="800000"/>
                            <a:headEnd/>
                            <a:tailEnd/>
                          </a14:hiddenLine>
                        </a:ext>
                      </a:extLst>
                    </wps:spPr>
                    <wps:txbx>
                      <w:txbxContent>
                        <w:p w14:paraId="30A89619"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arto="http://schemas.microsoft.com/office/word/2006/arto">
          <w:pict>
            <v:shapetype id="_x0000_t202" coordsize="21600,21600" o:spt="202" path="m,l,21600r21600,l21600,xe" w14:anchorId="68B7703F">
              <v:stroke joinstyle="miter"/>
              <v:path gradientshapeok="t" o:connecttype="rect"/>
            </v:shapetype>
            <v:shape id="Textfeld 5" style="position:absolute;left:0;text-align:left;margin-left:-18pt;margin-top:12pt;width:165.75pt;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">
              <v:textbox inset=",7.2pt,,7.2pt">
                <w:txbxContent>
                  <w:p w:rsidRPr="00832CBA" w:rsidR="00B75422" w:rsidRDefault="00B75422" w14:paraId="30A89619"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58241" behindDoc="1" locked="0" layoutInCell="1" allowOverlap="1" wp14:anchorId="7A167F28" wp14:editId="4C192268">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8240" behindDoc="1" locked="0" layoutInCell="1" allowOverlap="1" wp14:anchorId="7B49D9CD" wp14:editId="5B358E7F">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4A7EBB"/>
                            </a:solidFill>
                            <a:miter lim="800000"/>
                            <a:headEnd/>
                            <a:tailEnd/>
                          </a14:hiddenLine>
                        </a:ext>
                        <a:ext uri="{AF507438-7753-43e0-B8FC-AC1667EBCBE1}">
                          <a14:hiddenEffects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arto="http://schemas.microsoft.com/office/word/2006/arto">
          <w:pict>
            <v:rect id="Rechteck 3"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31F9DC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&#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F0F82"/>
    <w:multiLevelType w:val="multilevel"/>
    <w:tmpl w:val="4704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6C8"/>
    <w:multiLevelType w:val="hybridMultilevel"/>
    <w:tmpl w:val="5364A6CA"/>
    <w:lvl w:ilvl="0" w:tplc="0ED2CBD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2194799">
    <w:abstractNumId w:val="1"/>
  </w:num>
  <w:num w:numId="2" w16cid:durableId="558708067">
    <w:abstractNumId w:val="0"/>
  </w:num>
  <w:num w:numId="3" w16cid:durableId="1675451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activeWritingStyle w:appName="MSWord" w:lang="de-DE" w:vendorID="64" w:dllVersion="0" w:nlCheck="1" w:checkStyle="0"/>
  <w:proofState w:spelling="clean" w:grammar="clean"/>
  <w:attachedTemplate r:id="rId1"/>
  <w:doNotTrackMov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B47"/>
    <w:rsid w:val="000005E2"/>
    <w:rsid w:val="0000077D"/>
    <w:rsid w:val="00000B42"/>
    <w:rsid w:val="00000D9E"/>
    <w:rsid w:val="00001516"/>
    <w:rsid w:val="000022B4"/>
    <w:rsid w:val="00002869"/>
    <w:rsid w:val="00003A71"/>
    <w:rsid w:val="0000577E"/>
    <w:rsid w:val="000071C1"/>
    <w:rsid w:val="000108B9"/>
    <w:rsid w:val="000134E2"/>
    <w:rsid w:val="0001419D"/>
    <w:rsid w:val="00014BC4"/>
    <w:rsid w:val="00017515"/>
    <w:rsid w:val="00017ACD"/>
    <w:rsid w:val="00020F9C"/>
    <w:rsid w:val="000256C0"/>
    <w:rsid w:val="00032D98"/>
    <w:rsid w:val="00033B5B"/>
    <w:rsid w:val="00035675"/>
    <w:rsid w:val="00035FEA"/>
    <w:rsid w:val="000434F3"/>
    <w:rsid w:val="00044A64"/>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684E"/>
    <w:rsid w:val="0006704C"/>
    <w:rsid w:val="000676F9"/>
    <w:rsid w:val="00070150"/>
    <w:rsid w:val="00070593"/>
    <w:rsid w:val="00070676"/>
    <w:rsid w:val="00072565"/>
    <w:rsid w:val="00072717"/>
    <w:rsid w:val="00073A2D"/>
    <w:rsid w:val="00075B59"/>
    <w:rsid w:val="00077901"/>
    <w:rsid w:val="00077D5A"/>
    <w:rsid w:val="00080F0E"/>
    <w:rsid w:val="00081656"/>
    <w:rsid w:val="00081A98"/>
    <w:rsid w:val="000823CD"/>
    <w:rsid w:val="00082EA9"/>
    <w:rsid w:val="00091C67"/>
    <w:rsid w:val="0009205E"/>
    <w:rsid w:val="0009296D"/>
    <w:rsid w:val="00093265"/>
    <w:rsid w:val="00093939"/>
    <w:rsid w:val="0009493A"/>
    <w:rsid w:val="0009519B"/>
    <w:rsid w:val="000963E1"/>
    <w:rsid w:val="00096F74"/>
    <w:rsid w:val="0009724A"/>
    <w:rsid w:val="000974E8"/>
    <w:rsid w:val="000A09EB"/>
    <w:rsid w:val="000A0C34"/>
    <w:rsid w:val="000A1BD4"/>
    <w:rsid w:val="000A249E"/>
    <w:rsid w:val="000A3166"/>
    <w:rsid w:val="000A4FF5"/>
    <w:rsid w:val="000A56A2"/>
    <w:rsid w:val="000A5DD7"/>
    <w:rsid w:val="000A7A26"/>
    <w:rsid w:val="000A7A9D"/>
    <w:rsid w:val="000A7AC8"/>
    <w:rsid w:val="000B04A8"/>
    <w:rsid w:val="000B157F"/>
    <w:rsid w:val="000B354F"/>
    <w:rsid w:val="000B6C1D"/>
    <w:rsid w:val="000B7951"/>
    <w:rsid w:val="000C0593"/>
    <w:rsid w:val="000C05E6"/>
    <w:rsid w:val="000C1E8D"/>
    <w:rsid w:val="000C2799"/>
    <w:rsid w:val="000C303C"/>
    <w:rsid w:val="000C3467"/>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1DDD"/>
    <w:rsid w:val="000F2250"/>
    <w:rsid w:val="000F31D0"/>
    <w:rsid w:val="000F50B8"/>
    <w:rsid w:val="000F746F"/>
    <w:rsid w:val="000F7EB4"/>
    <w:rsid w:val="0010198F"/>
    <w:rsid w:val="0010264D"/>
    <w:rsid w:val="00104024"/>
    <w:rsid w:val="001045C6"/>
    <w:rsid w:val="00104BBF"/>
    <w:rsid w:val="00107824"/>
    <w:rsid w:val="00110E46"/>
    <w:rsid w:val="00110F7C"/>
    <w:rsid w:val="00113AC7"/>
    <w:rsid w:val="00114564"/>
    <w:rsid w:val="00116210"/>
    <w:rsid w:val="001163C6"/>
    <w:rsid w:val="00116617"/>
    <w:rsid w:val="0011678F"/>
    <w:rsid w:val="00121BDF"/>
    <w:rsid w:val="001233FB"/>
    <w:rsid w:val="0013051C"/>
    <w:rsid w:val="00131B09"/>
    <w:rsid w:val="00131F18"/>
    <w:rsid w:val="00132059"/>
    <w:rsid w:val="00132E1F"/>
    <w:rsid w:val="00132E6F"/>
    <w:rsid w:val="00134791"/>
    <w:rsid w:val="00134C11"/>
    <w:rsid w:val="001357D0"/>
    <w:rsid w:val="00136582"/>
    <w:rsid w:val="00136BB9"/>
    <w:rsid w:val="00136FE3"/>
    <w:rsid w:val="001374AC"/>
    <w:rsid w:val="00137C40"/>
    <w:rsid w:val="00141012"/>
    <w:rsid w:val="0014469D"/>
    <w:rsid w:val="00144932"/>
    <w:rsid w:val="00144AE4"/>
    <w:rsid w:val="00147024"/>
    <w:rsid w:val="00150A93"/>
    <w:rsid w:val="001528CA"/>
    <w:rsid w:val="001538DF"/>
    <w:rsid w:val="00153913"/>
    <w:rsid w:val="00153BFF"/>
    <w:rsid w:val="00154039"/>
    <w:rsid w:val="00156B86"/>
    <w:rsid w:val="00156D88"/>
    <w:rsid w:val="00156DE6"/>
    <w:rsid w:val="0015743C"/>
    <w:rsid w:val="00157981"/>
    <w:rsid w:val="00163270"/>
    <w:rsid w:val="00163C02"/>
    <w:rsid w:val="00167E79"/>
    <w:rsid w:val="0017091C"/>
    <w:rsid w:val="00171F13"/>
    <w:rsid w:val="001726FB"/>
    <w:rsid w:val="00172C4F"/>
    <w:rsid w:val="001737EE"/>
    <w:rsid w:val="001738EC"/>
    <w:rsid w:val="0017455C"/>
    <w:rsid w:val="001748B1"/>
    <w:rsid w:val="00175927"/>
    <w:rsid w:val="00175AA3"/>
    <w:rsid w:val="00175B81"/>
    <w:rsid w:val="00175CCB"/>
    <w:rsid w:val="001768BC"/>
    <w:rsid w:val="0018038F"/>
    <w:rsid w:val="001807D4"/>
    <w:rsid w:val="0018143B"/>
    <w:rsid w:val="00181548"/>
    <w:rsid w:val="00181DAE"/>
    <w:rsid w:val="001842A0"/>
    <w:rsid w:val="00185A84"/>
    <w:rsid w:val="00187D02"/>
    <w:rsid w:val="001916D3"/>
    <w:rsid w:val="0019258B"/>
    <w:rsid w:val="0019304C"/>
    <w:rsid w:val="00194BEA"/>
    <w:rsid w:val="001954B1"/>
    <w:rsid w:val="0019596D"/>
    <w:rsid w:val="00196369"/>
    <w:rsid w:val="00197CBD"/>
    <w:rsid w:val="001A39C6"/>
    <w:rsid w:val="001A4876"/>
    <w:rsid w:val="001A4F86"/>
    <w:rsid w:val="001B10B1"/>
    <w:rsid w:val="001B1255"/>
    <w:rsid w:val="001B19D1"/>
    <w:rsid w:val="001B1A09"/>
    <w:rsid w:val="001B329F"/>
    <w:rsid w:val="001B5D1C"/>
    <w:rsid w:val="001B67FA"/>
    <w:rsid w:val="001B6A45"/>
    <w:rsid w:val="001B79A4"/>
    <w:rsid w:val="001C071A"/>
    <w:rsid w:val="001C17D2"/>
    <w:rsid w:val="001C24BF"/>
    <w:rsid w:val="001C2BE9"/>
    <w:rsid w:val="001C361A"/>
    <w:rsid w:val="001C426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38A8"/>
    <w:rsid w:val="00214126"/>
    <w:rsid w:val="002146B2"/>
    <w:rsid w:val="00215129"/>
    <w:rsid w:val="0021592A"/>
    <w:rsid w:val="00215D7E"/>
    <w:rsid w:val="002163E3"/>
    <w:rsid w:val="00216D58"/>
    <w:rsid w:val="0021753F"/>
    <w:rsid w:val="002202EC"/>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52B0"/>
    <w:rsid w:val="00236492"/>
    <w:rsid w:val="0023699E"/>
    <w:rsid w:val="00236D4E"/>
    <w:rsid w:val="00241381"/>
    <w:rsid w:val="00242417"/>
    <w:rsid w:val="00242501"/>
    <w:rsid w:val="0024250C"/>
    <w:rsid w:val="00247A3F"/>
    <w:rsid w:val="002513B0"/>
    <w:rsid w:val="00252D18"/>
    <w:rsid w:val="00253288"/>
    <w:rsid w:val="002546AC"/>
    <w:rsid w:val="00255094"/>
    <w:rsid w:val="0025540B"/>
    <w:rsid w:val="00256D9E"/>
    <w:rsid w:val="0025704F"/>
    <w:rsid w:val="00257A39"/>
    <w:rsid w:val="00260FEA"/>
    <w:rsid w:val="0026199F"/>
    <w:rsid w:val="00262514"/>
    <w:rsid w:val="002628B7"/>
    <w:rsid w:val="002674C2"/>
    <w:rsid w:val="002674E8"/>
    <w:rsid w:val="0027109B"/>
    <w:rsid w:val="00271345"/>
    <w:rsid w:val="0027243E"/>
    <w:rsid w:val="00276589"/>
    <w:rsid w:val="00277A12"/>
    <w:rsid w:val="00280AE0"/>
    <w:rsid w:val="002816F0"/>
    <w:rsid w:val="00283D23"/>
    <w:rsid w:val="00284000"/>
    <w:rsid w:val="002843A3"/>
    <w:rsid w:val="0028470E"/>
    <w:rsid w:val="00284A84"/>
    <w:rsid w:val="00285AA0"/>
    <w:rsid w:val="00285BA7"/>
    <w:rsid w:val="00287320"/>
    <w:rsid w:val="00287C8F"/>
    <w:rsid w:val="002907AE"/>
    <w:rsid w:val="00292834"/>
    <w:rsid w:val="002937DF"/>
    <w:rsid w:val="002941C0"/>
    <w:rsid w:val="002A0A87"/>
    <w:rsid w:val="002A1CB2"/>
    <w:rsid w:val="002A30F8"/>
    <w:rsid w:val="002A479B"/>
    <w:rsid w:val="002A5E49"/>
    <w:rsid w:val="002A66CC"/>
    <w:rsid w:val="002A7682"/>
    <w:rsid w:val="002A7BD0"/>
    <w:rsid w:val="002A7C20"/>
    <w:rsid w:val="002B09BD"/>
    <w:rsid w:val="002B2873"/>
    <w:rsid w:val="002B2A2F"/>
    <w:rsid w:val="002B5295"/>
    <w:rsid w:val="002B5C39"/>
    <w:rsid w:val="002C02DB"/>
    <w:rsid w:val="002C0377"/>
    <w:rsid w:val="002C0B9C"/>
    <w:rsid w:val="002C0F89"/>
    <w:rsid w:val="002C1D92"/>
    <w:rsid w:val="002C2905"/>
    <w:rsid w:val="002C3CBA"/>
    <w:rsid w:val="002C40C7"/>
    <w:rsid w:val="002C7807"/>
    <w:rsid w:val="002D0056"/>
    <w:rsid w:val="002D1086"/>
    <w:rsid w:val="002D27DC"/>
    <w:rsid w:val="002D29BB"/>
    <w:rsid w:val="002D29CD"/>
    <w:rsid w:val="002D371E"/>
    <w:rsid w:val="002D45A8"/>
    <w:rsid w:val="002D72C5"/>
    <w:rsid w:val="002E0274"/>
    <w:rsid w:val="002E0E7D"/>
    <w:rsid w:val="002E238E"/>
    <w:rsid w:val="002E2E59"/>
    <w:rsid w:val="002E410F"/>
    <w:rsid w:val="002E4129"/>
    <w:rsid w:val="002E501D"/>
    <w:rsid w:val="002E5452"/>
    <w:rsid w:val="002E7691"/>
    <w:rsid w:val="002E7727"/>
    <w:rsid w:val="002F2306"/>
    <w:rsid w:val="002F304D"/>
    <w:rsid w:val="002F3CF1"/>
    <w:rsid w:val="002F3FA7"/>
    <w:rsid w:val="002F45C8"/>
    <w:rsid w:val="002F7536"/>
    <w:rsid w:val="00300D6F"/>
    <w:rsid w:val="00301DA5"/>
    <w:rsid w:val="003026DB"/>
    <w:rsid w:val="003034C7"/>
    <w:rsid w:val="003036BB"/>
    <w:rsid w:val="0030457F"/>
    <w:rsid w:val="0030500A"/>
    <w:rsid w:val="003066E8"/>
    <w:rsid w:val="00307BDA"/>
    <w:rsid w:val="0031451E"/>
    <w:rsid w:val="00321397"/>
    <w:rsid w:val="00322FF0"/>
    <w:rsid w:val="0032300B"/>
    <w:rsid w:val="003239A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DE5"/>
    <w:rsid w:val="00342E49"/>
    <w:rsid w:val="003445EF"/>
    <w:rsid w:val="003448C2"/>
    <w:rsid w:val="00344EA5"/>
    <w:rsid w:val="00347F8D"/>
    <w:rsid w:val="00351004"/>
    <w:rsid w:val="00352581"/>
    <w:rsid w:val="00353F52"/>
    <w:rsid w:val="00357871"/>
    <w:rsid w:val="00357A5E"/>
    <w:rsid w:val="00357C0D"/>
    <w:rsid w:val="00360454"/>
    <w:rsid w:val="00362FF3"/>
    <w:rsid w:val="003655DA"/>
    <w:rsid w:val="00366A18"/>
    <w:rsid w:val="00366CD3"/>
    <w:rsid w:val="003713FE"/>
    <w:rsid w:val="00371673"/>
    <w:rsid w:val="003735EA"/>
    <w:rsid w:val="003737D2"/>
    <w:rsid w:val="00373808"/>
    <w:rsid w:val="0037402B"/>
    <w:rsid w:val="00376775"/>
    <w:rsid w:val="003773E0"/>
    <w:rsid w:val="0037766E"/>
    <w:rsid w:val="00380245"/>
    <w:rsid w:val="0038057B"/>
    <w:rsid w:val="00383415"/>
    <w:rsid w:val="0038622E"/>
    <w:rsid w:val="00386569"/>
    <w:rsid w:val="00387435"/>
    <w:rsid w:val="00387AF7"/>
    <w:rsid w:val="0039051B"/>
    <w:rsid w:val="00390BFC"/>
    <w:rsid w:val="0039163E"/>
    <w:rsid w:val="00391E3E"/>
    <w:rsid w:val="0039284A"/>
    <w:rsid w:val="003928F0"/>
    <w:rsid w:val="00394E4A"/>
    <w:rsid w:val="00395021"/>
    <w:rsid w:val="003A08B0"/>
    <w:rsid w:val="003A1498"/>
    <w:rsid w:val="003A1D9D"/>
    <w:rsid w:val="003A694C"/>
    <w:rsid w:val="003A69CF"/>
    <w:rsid w:val="003A6D9B"/>
    <w:rsid w:val="003A706F"/>
    <w:rsid w:val="003B16CE"/>
    <w:rsid w:val="003B1B59"/>
    <w:rsid w:val="003B1C03"/>
    <w:rsid w:val="003B1F52"/>
    <w:rsid w:val="003B428E"/>
    <w:rsid w:val="003B4C51"/>
    <w:rsid w:val="003B5BC9"/>
    <w:rsid w:val="003B6184"/>
    <w:rsid w:val="003B67C1"/>
    <w:rsid w:val="003B6A2A"/>
    <w:rsid w:val="003C055C"/>
    <w:rsid w:val="003C259E"/>
    <w:rsid w:val="003C2F89"/>
    <w:rsid w:val="003C3084"/>
    <w:rsid w:val="003C3D7C"/>
    <w:rsid w:val="003C443B"/>
    <w:rsid w:val="003C4E92"/>
    <w:rsid w:val="003C535A"/>
    <w:rsid w:val="003C5C74"/>
    <w:rsid w:val="003C602A"/>
    <w:rsid w:val="003C6FA0"/>
    <w:rsid w:val="003D1FA4"/>
    <w:rsid w:val="003D3222"/>
    <w:rsid w:val="003D35C1"/>
    <w:rsid w:val="003D4D78"/>
    <w:rsid w:val="003D61C0"/>
    <w:rsid w:val="003D68D4"/>
    <w:rsid w:val="003D7CF5"/>
    <w:rsid w:val="003E021F"/>
    <w:rsid w:val="003E1342"/>
    <w:rsid w:val="003E3C1A"/>
    <w:rsid w:val="003E537F"/>
    <w:rsid w:val="003E5AB9"/>
    <w:rsid w:val="003E5E2A"/>
    <w:rsid w:val="003E725D"/>
    <w:rsid w:val="003F35FC"/>
    <w:rsid w:val="003F41DF"/>
    <w:rsid w:val="003F51AC"/>
    <w:rsid w:val="003F54F4"/>
    <w:rsid w:val="003F6A89"/>
    <w:rsid w:val="004002FA"/>
    <w:rsid w:val="004011D8"/>
    <w:rsid w:val="00401883"/>
    <w:rsid w:val="00401969"/>
    <w:rsid w:val="00402668"/>
    <w:rsid w:val="00406938"/>
    <w:rsid w:val="00406E08"/>
    <w:rsid w:val="004075BA"/>
    <w:rsid w:val="00411C92"/>
    <w:rsid w:val="004123F0"/>
    <w:rsid w:val="0041320E"/>
    <w:rsid w:val="00417F8A"/>
    <w:rsid w:val="00420A94"/>
    <w:rsid w:val="004215E0"/>
    <w:rsid w:val="00422F0D"/>
    <w:rsid w:val="00423191"/>
    <w:rsid w:val="0042393C"/>
    <w:rsid w:val="00424442"/>
    <w:rsid w:val="00424C3B"/>
    <w:rsid w:val="004323E7"/>
    <w:rsid w:val="00433214"/>
    <w:rsid w:val="004370EB"/>
    <w:rsid w:val="00437C2D"/>
    <w:rsid w:val="004420C4"/>
    <w:rsid w:val="00443CC3"/>
    <w:rsid w:val="0044524B"/>
    <w:rsid w:val="004452D5"/>
    <w:rsid w:val="00445A5C"/>
    <w:rsid w:val="00452D12"/>
    <w:rsid w:val="0045392E"/>
    <w:rsid w:val="00454DE4"/>
    <w:rsid w:val="00455112"/>
    <w:rsid w:val="0045559E"/>
    <w:rsid w:val="0046691A"/>
    <w:rsid w:val="0047159D"/>
    <w:rsid w:val="00471C91"/>
    <w:rsid w:val="00472974"/>
    <w:rsid w:val="00472E3F"/>
    <w:rsid w:val="00473248"/>
    <w:rsid w:val="004732D0"/>
    <w:rsid w:val="0047349F"/>
    <w:rsid w:val="00475B76"/>
    <w:rsid w:val="00477749"/>
    <w:rsid w:val="00477E32"/>
    <w:rsid w:val="004816C7"/>
    <w:rsid w:val="00482E5F"/>
    <w:rsid w:val="00484D50"/>
    <w:rsid w:val="00490F1E"/>
    <w:rsid w:val="00491B42"/>
    <w:rsid w:val="00492DBF"/>
    <w:rsid w:val="00493D72"/>
    <w:rsid w:val="0049495E"/>
    <w:rsid w:val="004970AD"/>
    <w:rsid w:val="00497B6C"/>
    <w:rsid w:val="004A0EC9"/>
    <w:rsid w:val="004A25A3"/>
    <w:rsid w:val="004A2BED"/>
    <w:rsid w:val="004A3133"/>
    <w:rsid w:val="004A41D1"/>
    <w:rsid w:val="004A5922"/>
    <w:rsid w:val="004B0A4E"/>
    <w:rsid w:val="004B0DD1"/>
    <w:rsid w:val="004B1B70"/>
    <w:rsid w:val="004B1BB4"/>
    <w:rsid w:val="004B2037"/>
    <w:rsid w:val="004B2AB2"/>
    <w:rsid w:val="004B3F56"/>
    <w:rsid w:val="004B480A"/>
    <w:rsid w:val="004B4D9C"/>
    <w:rsid w:val="004C0B4E"/>
    <w:rsid w:val="004C1154"/>
    <w:rsid w:val="004C1787"/>
    <w:rsid w:val="004C2A87"/>
    <w:rsid w:val="004C2E32"/>
    <w:rsid w:val="004C4462"/>
    <w:rsid w:val="004C60DD"/>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3C1A"/>
    <w:rsid w:val="00507188"/>
    <w:rsid w:val="005100B0"/>
    <w:rsid w:val="00510A32"/>
    <w:rsid w:val="00511701"/>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183"/>
    <w:rsid w:val="00537AEF"/>
    <w:rsid w:val="005407F7"/>
    <w:rsid w:val="005457C1"/>
    <w:rsid w:val="00545E42"/>
    <w:rsid w:val="00547A2A"/>
    <w:rsid w:val="005516AF"/>
    <w:rsid w:val="00551A06"/>
    <w:rsid w:val="0055294A"/>
    <w:rsid w:val="00553896"/>
    <w:rsid w:val="0056244C"/>
    <w:rsid w:val="00563759"/>
    <w:rsid w:val="00563CC5"/>
    <w:rsid w:val="00563DFD"/>
    <w:rsid w:val="00564B60"/>
    <w:rsid w:val="0057043B"/>
    <w:rsid w:val="005707F5"/>
    <w:rsid w:val="005708E0"/>
    <w:rsid w:val="00571B16"/>
    <w:rsid w:val="00571CAA"/>
    <w:rsid w:val="00572079"/>
    <w:rsid w:val="00572F09"/>
    <w:rsid w:val="005742F5"/>
    <w:rsid w:val="00574C1F"/>
    <w:rsid w:val="00577B8E"/>
    <w:rsid w:val="00584CC9"/>
    <w:rsid w:val="00585899"/>
    <w:rsid w:val="00585A84"/>
    <w:rsid w:val="00585FBC"/>
    <w:rsid w:val="005860DA"/>
    <w:rsid w:val="00587DD4"/>
    <w:rsid w:val="00591987"/>
    <w:rsid w:val="00592AC1"/>
    <w:rsid w:val="005933E9"/>
    <w:rsid w:val="005937CB"/>
    <w:rsid w:val="00594DC9"/>
    <w:rsid w:val="0059695D"/>
    <w:rsid w:val="00596AFF"/>
    <w:rsid w:val="00596B6E"/>
    <w:rsid w:val="00597B75"/>
    <w:rsid w:val="005A369C"/>
    <w:rsid w:val="005B0CF5"/>
    <w:rsid w:val="005B1C18"/>
    <w:rsid w:val="005B1FAB"/>
    <w:rsid w:val="005B20B4"/>
    <w:rsid w:val="005B2ABD"/>
    <w:rsid w:val="005B3F4E"/>
    <w:rsid w:val="005B60C2"/>
    <w:rsid w:val="005C4B95"/>
    <w:rsid w:val="005C4F34"/>
    <w:rsid w:val="005C5CE6"/>
    <w:rsid w:val="005C5E25"/>
    <w:rsid w:val="005C5F5B"/>
    <w:rsid w:val="005C6704"/>
    <w:rsid w:val="005D1FFC"/>
    <w:rsid w:val="005D36C1"/>
    <w:rsid w:val="005D770E"/>
    <w:rsid w:val="005D7FBB"/>
    <w:rsid w:val="005E0B94"/>
    <w:rsid w:val="005E178B"/>
    <w:rsid w:val="005E1FE0"/>
    <w:rsid w:val="005E4184"/>
    <w:rsid w:val="005E4ADE"/>
    <w:rsid w:val="005E738F"/>
    <w:rsid w:val="005E7900"/>
    <w:rsid w:val="005F1C32"/>
    <w:rsid w:val="005F262E"/>
    <w:rsid w:val="005F4164"/>
    <w:rsid w:val="005F51CB"/>
    <w:rsid w:val="005F6859"/>
    <w:rsid w:val="006020CC"/>
    <w:rsid w:val="0060279C"/>
    <w:rsid w:val="00603094"/>
    <w:rsid w:val="0060379E"/>
    <w:rsid w:val="00604D2B"/>
    <w:rsid w:val="00605A5F"/>
    <w:rsid w:val="00606A80"/>
    <w:rsid w:val="006070D7"/>
    <w:rsid w:val="006076F5"/>
    <w:rsid w:val="00610938"/>
    <w:rsid w:val="006126DF"/>
    <w:rsid w:val="00613816"/>
    <w:rsid w:val="006154C7"/>
    <w:rsid w:val="00615BB3"/>
    <w:rsid w:val="00620671"/>
    <w:rsid w:val="006207AA"/>
    <w:rsid w:val="0062246C"/>
    <w:rsid w:val="006242D2"/>
    <w:rsid w:val="00625392"/>
    <w:rsid w:val="006255AB"/>
    <w:rsid w:val="00626C9B"/>
    <w:rsid w:val="00626D17"/>
    <w:rsid w:val="00627032"/>
    <w:rsid w:val="00627179"/>
    <w:rsid w:val="00627361"/>
    <w:rsid w:val="00630250"/>
    <w:rsid w:val="00630E66"/>
    <w:rsid w:val="00632B63"/>
    <w:rsid w:val="0063338F"/>
    <w:rsid w:val="00633472"/>
    <w:rsid w:val="006415E8"/>
    <w:rsid w:val="006418B9"/>
    <w:rsid w:val="0064401B"/>
    <w:rsid w:val="00644784"/>
    <w:rsid w:val="00644C34"/>
    <w:rsid w:val="00645DE4"/>
    <w:rsid w:val="00650228"/>
    <w:rsid w:val="006521B8"/>
    <w:rsid w:val="00656E58"/>
    <w:rsid w:val="00662CB8"/>
    <w:rsid w:val="006634F6"/>
    <w:rsid w:val="0066408F"/>
    <w:rsid w:val="006654C1"/>
    <w:rsid w:val="006658C1"/>
    <w:rsid w:val="00666242"/>
    <w:rsid w:val="0066716D"/>
    <w:rsid w:val="00667281"/>
    <w:rsid w:val="0067061D"/>
    <w:rsid w:val="00670653"/>
    <w:rsid w:val="00671501"/>
    <w:rsid w:val="00671862"/>
    <w:rsid w:val="006718EC"/>
    <w:rsid w:val="0067299B"/>
    <w:rsid w:val="00673BBD"/>
    <w:rsid w:val="00675E67"/>
    <w:rsid w:val="006803EA"/>
    <w:rsid w:val="00681B61"/>
    <w:rsid w:val="006837F4"/>
    <w:rsid w:val="006848F1"/>
    <w:rsid w:val="006860B7"/>
    <w:rsid w:val="00686917"/>
    <w:rsid w:val="00686B62"/>
    <w:rsid w:val="0069055D"/>
    <w:rsid w:val="00690FEE"/>
    <w:rsid w:val="00691406"/>
    <w:rsid w:val="00693BF7"/>
    <w:rsid w:val="0069649A"/>
    <w:rsid w:val="00696EB0"/>
    <w:rsid w:val="0069717F"/>
    <w:rsid w:val="006A042E"/>
    <w:rsid w:val="006A222D"/>
    <w:rsid w:val="006A2394"/>
    <w:rsid w:val="006A2729"/>
    <w:rsid w:val="006A386B"/>
    <w:rsid w:val="006A3C54"/>
    <w:rsid w:val="006A4DD1"/>
    <w:rsid w:val="006A4E57"/>
    <w:rsid w:val="006A6915"/>
    <w:rsid w:val="006A6E30"/>
    <w:rsid w:val="006A7D67"/>
    <w:rsid w:val="006A7E69"/>
    <w:rsid w:val="006B257A"/>
    <w:rsid w:val="006B2DE2"/>
    <w:rsid w:val="006B7BDF"/>
    <w:rsid w:val="006B7DEC"/>
    <w:rsid w:val="006B7E25"/>
    <w:rsid w:val="006B7EBE"/>
    <w:rsid w:val="006C0905"/>
    <w:rsid w:val="006C0E3D"/>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1C24"/>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26147"/>
    <w:rsid w:val="0072666B"/>
    <w:rsid w:val="00732676"/>
    <w:rsid w:val="007343B2"/>
    <w:rsid w:val="00735448"/>
    <w:rsid w:val="007355B0"/>
    <w:rsid w:val="00737AB3"/>
    <w:rsid w:val="00737C4E"/>
    <w:rsid w:val="00740952"/>
    <w:rsid w:val="00740CE8"/>
    <w:rsid w:val="007415D8"/>
    <w:rsid w:val="007439B9"/>
    <w:rsid w:val="00744BFA"/>
    <w:rsid w:val="007468E3"/>
    <w:rsid w:val="00746EC0"/>
    <w:rsid w:val="00747690"/>
    <w:rsid w:val="00747736"/>
    <w:rsid w:val="00747B8E"/>
    <w:rsid w:val="00747C8D"/>
    <w:rsid w:val="00751065"/>
    <w:rsid w:val="0075204A"/>
    <w:rsid w:val="00752BBA"/>
    <w:rsid w:val="007549C0"/>
    <w:rsid w:val="0075594F"/>
    <w:rsid w:val="007570DE"/>
    <w:rsid w:val="0075718F"/>
    <w:rsid w:val="00767226"/>
    <w:rsid w:val="0077169C"/>
    <w:rsid w:val="007727E5"/>
    <w:rsid w:val="00774DCC"/>
    <w:rsid w:val="00775FE5"/>
    <w:rsid w:val="007768C0"/>
    <w:rsid w:val="007769A5"/>
    <w:rsid w:val="00783BCB"/>
    <w:rsid w:val="00783C71"/>
    <w:rsid w:val="00785026"/>
    <w:rsid w:val="007852E9"/>
    <w:rsid w:val="00785588"/>
    <w:rsid w:val="00785B09"/>
    <w:rsid w:val="00787714"/>
    <w:rsid w:val="00788A12"/>
    <w:rsid w:val="00791512"/>
    <w:rsid w:val="0079167F"/>
    <w:rsid w:val="00792BE9"/>
    <w:rsid w:val="007938B3"/>
    <w:rsid w:val="0079446A"/>
    <w:rsid w:val="00794A90"/>
    <w:rsid w:val="00795E90"/>
    <w:rsid w:val="007965FE"/>
    <w:rsid w:val="00797ADF"/>
    <w:rsid w:val="007A04B6"/>
    <w:rsid w:val="007A1255"/>
    <w:rsid w:val="007A1DA1"/>
    <w:rsid w:val="007A2197"/>
    <w:rsid w:val="007A284D"/>
    <w:rsid w:val="007A3386"/>
    <w:rsid w:val="007A5061"/>
    <w:rsid w:val="007A5843"/>
    <w:rsid w:val="007A5DFD"/>
    <w:rsid w:val="007A6C09"/>
    <w:rsid w:val="007B0E47"/>
    <w:rsid w:val="007B1D13"/>
    <w:rsid w:val="007B33ED"/>
    <w:rsid w:val="007B3EB9"/>
    <w:rsid w:val="007B4CE3"/>
    <w:rsid w:val="007B7101"/>
    <w:rsid w:val="007B7AC5"/>
    <w:rsid w:val="007B7F50"/>
    <w:rsid w:val="007C1998"/>
    <w:rsid w:val="007C2BDA"/>
    <w:rsid w:val="007D0E16"/>
    <w:rsid w:val="007D1BB3"/>
    <w:rsid w:val="007D3402"/>
    <w:rsid w:val="007D49FA"/>
    <w:rsid w:val="007D6409"/>
    <w:rsid w:val="007E2B12"/>
    <w:rsid w:val="007E338B"/>
    <w:rsid w:val="007E3724"/>
    <w:rsid w:val="007E3BB4"/>
    <w:rsid w:val="007E44E4"/>
    <w:rsid w:val="007E4878"/>
    <w:rsid w:val="007E5261"/>
    <w:rsid w:val="007E5DE1"/>
    <w:rsid w:val="007E611A"/>
    <w:rsid w:val="007E6182"/>
    <w:rsid w:val="007E682A"/>
    <w:rsid w:val="007E7521"/>
    <w:rsid w:val="007E7827"/>
    <w:rsid w:val="007F182C"/>
    <w:rsid w:val="007F2591"/>
    <w:rsid w:val="007F384E"/>
    <w:rsid w:val="007F3C3D"/>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02EC"/>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1B47"/>
    <w:rsid w:val="008645C0"/>
    <w:rsid w:val="00865954"/>
    <w:rsid w:val="00865962"/>
    <w:rsid w:val="00865DC0"/>
    <w:rsid w:val="00870DE2"/>
    <w:rsid w:val="00870F34"/>
    <w:rsid w:val="00871142"/>
    <w:rsid w:val="008743C9"/>
    <w:rsid w:val="0087522A"/>
    <w:rsid w:val="00881286"/>
    <w:rsid w:val="008822F0"/>
    <w:rsid w:val="008837F0"/>
    <w:rsid w:val="00884DEA"/>
    <w:rsid w:val="0089220B"/>
    <w:rsid w:val="008941FA"/>
    <w:rsid w:val="00894C86"/>
    <w:rsid w:val="00895664"/>
    <w:rsid w:val="008968C3"/>
    <w:rsid w:val="00897A90"/>
    <w:rsid w:val="008A202E"/>
    <w:rsid w:val="008A2AC6"/>
    <w:rsid w:val="008A2CCD"/>
    <w:rsid w:val="008A39BA"/>
    <w:rsid w:val="008A65AF"/>
    <w:rsid w:val="008B09E9"/>
    <w:rsid w:val="008B2D91"/>
    <w:rsid w:val="008B3BA8"/>
    <w:rsid w:val="008B652F"/>
    <w:rsid w:val="008B7A83"/>
    <w:rsid w:val="008C02DD"/>
    <w:rsid w:val="008C343F"/>
    <w:rsid w:val="008C4927"/>
    <w:rsid w:val="008C54DE"/>
    <w:rsid w:val="008C6E1D"/>
    <w:rsid w:val="008D2577"/>
    <w:rsid w:val="008D4F58"/>
    <w:rsid w:val="008D51EB"/>
    <w:rsid w:val="008D5D0B"/>
    <w:rsid w:val="008D7FA8"/>
    <w:rsid w:val="008E0684"/>
    <w:rsid w:val="008F1C97"/>
    <w:rsid w:val="008F1EAF"/>
    <w:rsid w:val="008F568A"/>
    <w:rsid w:val="008F654B"/>
    <w:rsid w:val="008F69EE"/>
    <w:rsid w:val="008F782A"/>
    <w:rsid w:val="00902E52"/>
    <w:rsid w:val="0090350F"/>
    <w:rsid w:val="00903870"/>
    <w:rsid w:val="009058CF"/>
    <w:rsid w:val="00911529"/>
    <w:rsid w:val="00911BFE"/>
    <w:rsid w:val="0091273F"/>
    <w:rsid w:val="00915A76"/>
    <w:rsid w:val="00916453"/>
    <w:rsid w:val="00921171"/>
    <w:rsid w:val="009211F1"/>
    <w:rsid w:val="00921CFC"/>
    <w:rsid w:val="009232F2"/>
    <w:rsid w:val="00923BEA"/>
    <w:rsid w:val="00924B89"/>
    <w:rsid w:val="00925087"/>
    <w:rsid w:val="0092667F"/>
    <w:rsid w:val="0092668F"/>
    <w:rsid w:val="0092777A"/>
    <w:rsid w:val="00933468"/>
    <w:rsid w:val="009341E6"/>
    <w:rsid w:val="00936A2F"/>
    <w:rsid w:val="009379BD"/>
    <w:rsid w:val="00937CD3"/>
    <w:rsid w:val="00937F39"/>
    <w:rsid w:val="00942CB1"/>
    <w:rsid w:val="00942D2E"/>
    <w:rsid w:val="00943503"/>
    <w:rsid w:val="009463E2"/>
    <w:rsid w:val="009473C2"/>
    <w:rsid w:val="00950366"/>
    <w:rsid w:val="00950F33"/>
    <w:rsid w:val="00951BA3"/>
    <w:rsid w:val="00951C9F"/>
    <w:rsid w:val="009563DB"/>
    <w:rsid w:val="009572DA"/>
    <w:rsid w:val="00957FAA"/>
    <w:rsid w:val="00960547"/>
    <w:rsid w:val="009608F6"/>
    <w:rsid w:val="00961B05"/>
    <w:rsid w:val="009658CB"/>
    <w:rsid w:val="00966061"/>
    <w:rsid w:val="009731BF"/>
    <w:rsid w:val="009738B4"/>
    <w:rsid w:val="0097549F"/>
    <w:rsid w:val="00975BAF"/>
    <w:rsid w:val="00976C46"/>
    <w:rsid w:val="00980F93"/>
    <w:rsid w:val="009906F0"/>
    <w:rsid w:val="0099231C"/>
    <w:rsid w:val="009930FA"/>
    <w:rsid w:val="00993D2A"/>
    <w:rsid w:val="00997626"/>
    <w:rsid w:val="009A1349"/>
    <w:rsid w:val="009A2FF0"/>
    <w:rsid w:val="009A5F54"/>
    <w:rsid w:val="009A755D"/>
    <w:rsid w:val="009B2165"/>
    <w:rsid w:val="009B4486"/>
    <w:rsid w:val="009B47D1"/>
    <w:rsid w:val="009B51F8"/>
    <w:rsid w:val="009B5F6D"/>
    <w:rsid w:val="009B6901"/>
    <w:rsid w:val="009B6D9C"/>
    <w:rsid w:val="009B7F9D"/>
    <w:rsid w:val="009C04CC"/>
    <w:rsid w:val="009C1769"/>
    <w:rsid w:val="009C2651"/>
    <w:rsid w:val="009C45E9"/>
    <w:rsid w:val="009C6694"/>
    <w:rsid w:val="009C7075"/>
    <w:rsid w:val="009D042C"/>
    <w:rsid w:val="009D1DE1"/>
    <w:rsid w:val="009D1FFE"/>
    <w:rsid w:val="009D2534"/>
    <w:rsid w:val="009D306C"/>
    <w:rsid w:val="009D333B"/>
    <w:rsid w:val="009D4121"/>
    <w:rsid w:val="009D432F"/>
    <w:rsid w:val="009D4FA5"/>
    <w:rsid w:val="009D52C0"/>
    <w:rsid w:val="009D5AF6"/>
    <w:rsid w:val="009D5CFA"/>
    <w:rsid w:val="009D610B"/>
    <w:rsid w:val="009D7F4D"/>
    <w:rsid w:val="009E0218"/>
    <w:rsid w:val="009E0C77"/>
    <w:rsid w:val="009E1D09"/>
    <w:rsid w:val="009E2912"/>
    <w:rsid w:val="009E3067"/>
    <w:rsid w:val="009E3884"/>
    <w:rsid w:val="009E450F"/>
    <w:rsid w:val="009E4560"/>
    <w:rsid w:val="009E5D41"/>
    <w:rsid w:val="009E62FF"/>
    <w:rsid w:val="009F0DBA"/>
    <w:rsid w:val="009F11BF"/>
    <w:rsid w:val="009F20AB"/>
    <w:rsid w:val="009F4D18"/>
    <w:rsid w:val="009F5984"/>
    <w:rsid w:val="009F635F"/>
    <w:rsid w:val="009F6834"/>
    <w:rsid w:val="009F7D99"/>
    <w:rsid w:val="00A0000C"/>
    <w:rsid w:val="00A01FF2"/>
    <w:rsid w:val="00A02769"/>
    <w:rsid w:val="00A0313B"/>
    <w:rsid w:val="00A04664"/>
    <w:rsid w:val="00A053A5"/>
    <w:rsid w:val="00A14E63"/>
    <w:rsid w:val="00A15379"/>
    <w:rsid w:val="00A154C4"/>
    <w:rsid w:val="00A22867"/>
    <w:rsid w:val="00A22B90"/>
    <w:rsid w:val="00A22FE0"/>
    <w:rsid w:val="00A2528C"/>
    <w:rsid w:val="00A25641"/>
    <w:rsid w:val="00A25658"/>
    <w:rsid w:val="00A2690C"/>
    <w:rsid w:val="00A2694E"/>
    <w:rsid w:val="00A3117F"/>
    <w:rsid w:val="00A3194D"/>
    <w:rsid w:val="00A326B8"/>
    <w:rsid w:val="00A34D8D"/>
    <w:rsid w:val="00A35778"/>
    <w:rsid w:val="00A36A3F"/>
    <w:rsid w:val="00A408A3"/>
    <w:rsid w:val="00A40C14"/>
    <w:rsid w:val="00A42B87"/>
    <w:rsid w:val="00A437AF"/>
    <w:rsid w:val="00A446AD"/>
    <w:rsid w:val="00A455F9"/>
    <w:rsid w:val="00A4712D"/>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3ED5"/>
    <w:rsid w:val="00A749DA"/>
    <w:rsid w:val="00A74C55"/>
    <w:rsid w:val="00A77B2B"/>
    <w:rsid w:val="00A77BDE"/>
    <w:rsid w:val="00A81401"/>
    <w:rsid w:val="00A81CE1"/>
    <w:rsid w:val="00A83C4E"/>
    <w:rsid w:val="00A8574A"/>
    <w:rsid w:val="00A86C6E"/>
    <w:rsid w:val="00A90A5F"/>
    <w:rsid w:val="00A90C19"/>
    <w:rsid w:val="00A91359"/>
    <w:rsid w:val="00A91BEA"/>
    <w:rsid w:val="00A921ED"/>
    <w:rsid w:val="00A936E2"/>
    <w:rsid w:val="00A945E1"/>
    <w:rsid w:val="00A96BB2"/>
    <w:rsid w:val="00AA08FE"/>
    <w:rsid w:val="00AA13C6"/>
    <w:rsid w:val="00AA57F6"/>
    <w:rsid w:val="00AA5F36"/>
    <w:rsid w:val="00AA69C8"/>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EF0"/>
    <w:rsid w:val="00AC7F74"/>
    <w:rsid w:val="00AD2717"/>
    <w:rsid w:val="00AD38E2"/>
    <w:rsid w:val="00AD3FE0"/>
    <w:rsid w:val="00AD4625"/>
    <w:rsid w:val="00AD4E16"/>
    <w:rsid w:val="00AE05F2"/>
    <w:rsid w:val="00AE2259"/>
    <w:rsid w:val="00AE6047"/>
    <w:rsid w:val="00AF2163"/>
    <w:rsid w:val="00AF391D"/>
    <w:rsid w:val="00AF62C6"/>
    <w:rsid w:val="00AF6729"/>
    <w:rsid w:val="00AF7A49"/>
    <w:rsid w:val="00B008FF"/>
    <w:rsid w:val="00B01F31"/>
    <w:rsid w:val="00B02D6B"/>
    <w:rsid w:val="00B03514"/>
    <w:rsid w:val="00B049AE"/>
    <w:rsid w:val="00B04A84"/>
    <w:rsid w:val="00B12714"/>
    <w:rsid w:val="00B127ED"/>
    <w:rsid w:val="00B1389E"/>
    <w:rsid w:val="00B143AE"/>
    <w:rsid w:val="00B14479"/>
    <w:rsid w:val="00B14F08"/>
    <w:rsid w:val="00B1590B"/>
    <w:rsid w:val="00B17CFA"/>
    <w:rsid w:val="00B202E6"/>
    <w:rsid w:val="00B20C4A"/>
    <w:rsid w:val="00B2272E"/>
    <w:rsid w:val="00B22F7F"/>
    <w:rsid w:val="00B23240"/>
    <w:rsid w:val="00B23490"/>
    <w:rsid w:val="00B255CC"/>
    <w:rsid w:val="00B25EA8"/>
    <w:rsid w:val="00B27BE8"/>
    <w:rsid w:val="00B27EBD"/>
    <w:rsid w:val="00B3281E"/>
    <w:rsid w:val="00B336FD"/>
    <w:rsid w:val="00B40B6D"/>
    <w:rsid w:val="00B41C95"/>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4A35"/>
    <w:rsid w:val="00B75422"/>
    <w:rsid w:val="00B7595E"/>
    <w:rsid w:val="00B76F26"/>
    <w:rsid w:val="00B77744"/>
    <w:rsid w:val="00B7799F"/>
    <w:rsid w:val="00B81343"/>
    <w:rsid w:val="00B8219A"/>
    <w:rsid w:val="00B8295E"/>
    <w:rsid w:val="00B82A6A"/>
    <w:rsid w:val="00B82D80"/>
    <w:rsid w:val="00B85A9A"/>
    <w:rsid w:val="00B85CA1"/>
    <w:rsid w:val="00B86C79"/>
    <w:rsid w:val="00B878DE"/>
    <w:rsid w:val="00B9007B"/>
    <w:rsid w:val="00B91880"/>
    <w:rsid w:val="00B92FEA"/>
    <w:rsid w:val="00B96CAF"/>
    <w:rsid w:val="00B970B2"/>
    <w:rsid w:val="00BA0298"/>
    <w:rsid w:val="00BA0652"/>
    <w:rsid w:val="00BA071D"/>
    <w:rsid w:val="00BA0AE2"/>
    <w:rsid w:val="00BA1C4F"/>
    <w:rsid w:val="00BA1E43"/>
    <w:rsid w:val="00BA5490"/>
    <w:rsid w:val="00BA5730"/>
    <w:rsid w:val="00BB21F9"/>
    <w:rsid w:val="00BB221E"/>
    <w:rsid w:val="00BB2A20"/>
    <w:rsid w:val="00BB2A30"/>
    <w:rsid w:val="00BB2ACD"/>
    <w:rsid w:val="00BB2EC4"/>
    <w:rsid w:val="00BB361E"/>
    <w:rsid w:val="00BB3ACE"/>
    <w:rsid w:val="00BB434A"/>
    <w:rsid w:val="00BB47D4"/>
    <w:rsid w:val="00BC0970"/>
    <w:rsid w:val="00BC17ED"/>
    <w:rsid w:val="00BC38D1"/>
    <w:rsid w:val="00BC7B40"/>
    <w:rsid w:val="00BD08D7"/>
    <w:rsid w:val="00BD4263"/>
    <w:rsid w:val="00BD58C2"/>
    <w:rsid w:val="00BD61C8"/>
    <w:rsid w:val="00BD73F0"/>
    <w:rsid w:val="00BD7D2C"/>
    <w:rsid w:val="00BE0715"/>
    <w:rsid w:val="00BE0865"/>
    <w:rsid w:val="00BE09EF"/>
    <w:rsid w:val="00BE21B9"/>
    <w:rsid w:val="00BE748D"/>
    <w:rsid w:val="00BE7938"/>
    <w:rsid w:val="00BE7BA6"/>
    <w:rsid w:val="00BF05FD"/>
    <w:rsid w:val="00BF1109"/>
    <w:rsid w:val="00BF132C"/>
    <w:rsid w:val="00BF1918"/>
    <w:rsid w:val="00BF312C"/>
    <w:rsid w:val="00BF49C6"/>
    <w:rsid w:val="00BF4A47"/>
    <w:rsid w:val="00BF5192"/>
    <w:rsid w:val="00BF5F2A"/>
    <w:rsid w:val="00BF7BF5"/>
    <w:rsid w:val="00C005A0"/>
    <w:rsid w:val="00C011BA"/>
    <w:rsid w:val="00C034FF"/>
    <w:rsid w:val="00C04CA1"/>
    <w:rsid w:val="00C05788"/>
    <w:rsid w:val="00C05C0E"/>
    <w:rsid w:val="00C06758"/>
    <w:rsid w:val="00C11D3B"/>
    <w:rsid w:val="00C129B3"/>
    <w:rsid w:val="00C1399F"/>
    <w:rsid w:val="00C15800"/>
    <w:rsid w:val="00C20188"/>
    <w:rsid w:val="00C21ED4"/>
    <w:rsid w:val="00C249AB"/>
    <w:rsid w:val="00C25080"/>
    <w:rsid w:val="00C25771"/>
    <w:rsid w:val="00C305C1"/>
    <w:rsid w:val="00C307BB"/>
    <w:rsid w:val="00C3469C"/>
    <w:rsid w:val="00C353B6"/>
    <w:rsid w:val="00C35D49"/>
    <w:rsid w:val="00C373A2"/>
    <w:rsid w:val="00C406EF"/>
    <w:rsid w:val="00C41DDF"/>
    <w:rsid w:val="00C45C1E"/>
    <w:rsid w:val="00C46526"/>
    <w:rsid w:val="00C53017"/>
    <w:rsid w:val="00C5426E"/>
    <w:rsid w:val="00C55276"/>
    <w:rsid w:val="00C557AC"/>
    <w:rsid w:val="00C56E74"/>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6278"/>
    <w:rsid w:val="00C87F57"/>
    <w:rsid w:val="00C906A8"/>
    <w:rsid w:val="00C914CA"/>
    <w:rsid w:val="00C9421E"/>
    <w:rsid w:val="00C969CE"/>
    <w:rsid w:val="00C96DEA"/>
    <w:rsid w:val="00CA2857"/>
    <w:rsid w:val="00CA2D4B"/>
    <w:rsid w:val="00CA4951"/>
    <w:rsid w:val="00CA4BBE"/>
    <w:rsid w:val="00CA6D5F"/>
    <w:rsid w:val="00CA7E22"/>
    <w:rsid w:val="00CB0D2B"/>
    <w:rsid w:val="00CB34CD"/>
    <w:rsid w:val="00CB3AC4"/>
    <w:rsid w:val="00CB3B55"/>
    <w:rsid w:val="00CB42D8"/>
    <w:rsid w:val="00CB4B14"/>
    <w:rsid w:val="00CB54DD"/>
    <w:rsid w:val="00CB5A01"/>
    <w:rsid w:val="00CC10E0"/>
    <w:rsid w:val="00CC1977"/>
    <w:rsid w:val="00CC41D6"/>
    <w:rsid w:val="00CC4806"/>
    <w:rsid w:val="00CC5729"/>
    <w:rsid w:val="00CC78AF"/>
    <w:rsid w:val="00CD20C1"/>
    <w:rsid w:val="00CD2A7B"/>
    <w:rsid w:val="00CD3F31"/>
    <w:rsid w:val="00CD3F3A"/>
    <w:rsid w:val="00CD3FE7"/>
    <w:rsid w:val="00CD5471"/>
    <w:rsid w:val="00CD54B8"/>
    <w:rsid w:val="00CD570E"/>
    <w:rsid w:val="00CD5D87"/>
    <w:rsid w:val="00CE0A93"/>
    <w:rsid w:val="00CE1528"/>
    <w:rsid w:val="00CE273C"/>
    <w:rsid w:val="00CE2DFA"/>
    <w:rsid w:val="00CE555A"/>
    <w:rsid w:val="00CE59A3"/>
    <w:rsid w:val="00CE6335"/>
    <w:rsid w:val="00CE6CDF"/>
    <w:rsid w:val="00CF55D0"/>
    <w:rsid w:val="00CF756C"/>
    <w:rsid w:val="00D004C1"/>
    <w:rsid w:val="00D01AF7"/>
    <w:rsid w:val="00D01C60"/>
    <w:rsid w:val="00D01CB1"/>
    <w:rsid w:val="00D0203D"/>
    <w:rsid w:val="00D03880"/>
    <w:rsid w:val="00D03953"/>
    <w:rsid w:val="00D03A95"/>
    <w:rsid w:val="00D03B86"/>
    <w:rsid w:val="00D04CD3"/>
    <w:rsid w:val="00D05EC1"/>
    <w:rsid w:val="00D061C7"/>
    <w:rsid w:val="00D074DA"/>
    <w:rsid w:val="00D07751"/>
    <w:rsid w:val="00D07D71"/>
    <w:rsid w:val="00D07F21"/>
    <w:rsid w:val="00D12889"/>
    <w:rsid w:val="00D1366B"/>
    <w:rsid w:val="00D1665F"/>
    <w:rsid w:val="00D17548"/>
    <w:rsid w:val="00D20595"/>
    <w:rsid w:val="00D214FD"/>
    <w:rsid w:val="00D22CAD"/>
    <w:rsid w:val="00D22CF7"/>
    <w:rsid w:val="00D238F2"/>
    <w:rsid w:val="00D24B88"/>
    <w:rsid w:val="00D24C77"/>
    <w:rsid w:val="00D3126C"/>
    <w:rsid w:val="00D31766"/>
    <w:rsid w:val="00D31D18"/>
    <w:rsid w:val="00D32060"/>
    <w:rsid w:val="00D325CB"/>
    <w:rsid w:val="00D32713"/>
    <w:rsid w:val="00D360D5"/>
    <w:rsid w:val="00D413BD"/>
    <w:rsid w:val="00D42EC8"/>
    <w:rsid w:val="00D4382E"/>
    <w:rsid w:val="00D447C7"/>
    <w:rsid w:val="00D44E10"/>
    <w:rsid w:val="00D45776"/>
    <w:rsid w:val="00D45D94"/>
    <w:rsid w:val="00D45E32"/>
    <w:rsid w:val="00D47D3E"/>
    <w:rsid w:val="00D52375"/>
    <w:rsid w:val="00D53BBD"/>
    <w:rsid w:val="00D57A94"/>
    <w:rsid w:val="00D62C6C"/>
    <w:rsid w:val="00D633A7"/>
    <w:rsid w:val="00D64ADB"/>
    <w:rsid w:val="00D650F0"/>
    <w:rsid w:val="00D65330"/>
    <w:rsid w:val="00D65893"/>
    <w:rsid w:val="00D67503"/>
    <w:rsid w:val="00D67E70"/>
    <w:rsid w:val="00D67FCB"/>
    <w:rsid w:val="00D700F0"/>
    <w:rsid w:val="00D70380"/>
    <w:rsid w:val="00D70E20"/>
    <w:rsid w:val="00D7368F"/>
    <w:rsid w:val="00D73C35"/>
    <w:rsid w:val="00D73E3E"/>
    <w:rsid w:val="00D740AF"/>
    <w:rsid w:val="00D74B09"/>
    <w:rsid w:val="00D774C4"/>
    <w:rsid w:val="00D823DE"/>
    <w:rsid w:val="00D85ED3"/>
    <w:rsid w:val="00D863A3"/>
    <w:rsid w:val="00D868DD"/>
    <w:rsid w:val="00D87104"/>
    <w:rsid w:val="00D87479"/>
    <w:rsid w:val="00D903E8"/>
    <w:rsid w:val="00D90DB8"/>
    <w:rsid w:val="00D90DDE"/>
    <w:rsid w:val="00D9124F"/>
    <w:rsid w:val="00D92FF1"/>
    <w:rsid w:val="00D930DD"/>
    <w:rsid w:val="00D94519"/>
    <w:rsid w:val="00D94537"/>
    <w:rsid w:val="00D946EA"/>
    <w:rsid w:val="00D94938"/>
    <w:rsid w:val="00D94BE3"/>
    <w:rsid w:val="00D95119"/>
    <w:rsid w:val="00D961D0"/>
    <w:rsid w:val="00DA384C"/>
    <w:rsid w:val="00DA3ACB"/>
    <w:rsid w:val="00DA4C20"/>
    <w:rsid w:val="00DA4E15"/>
    <w:rsid w:val="00DA6800"/>
    <w:rsid w:val="00DA696F"/>
    <w:rsid w:val="00DA756F"/>
    <w:rsid w:val="00DB04F2"/>
    <w:rsid w:val="00DB20EA"/>
    <w:rsid w:val="00DB2816"/>
    <w:rsid w:val="00DB47F1"/>
    <w:rsid w:val="00DB49A6"/>
    <w:rsid w:val="00DB5118"/>
    <w:rsid w:val="00DB7391"/>
    <w:rsid w:val="00DC1C5C"/>
    <w:rsid w:val="00DC1ECC"/>
    <w:rsid w:val="00DC2BC4"/>
    <w:rsid w:val="00DC3D0F"/>
    <w:rsid w:val="00DC4F3E"/>
    <w:rsid w:val="00DC7439"/>
    <w:rsid w:val="00DC7F12"/>
    <w:rsid w:val="00DD11A2"/>
    <w:rsid w:val="00DD39F5"/>
    <w:rsid w:val="00DD45B6"/>
    <w:rsid w:val="00DD49F0"/>
    <w:rsid w:val="00DD5FFD"/>
    <w:rsid w:val="00DD64DE"/>
    <w:rsid w:val="00DD6863"/>
    <w:rsid w:val="00DD7359"/>
    <w:rsid w:val="00DD7B39"/>
    <w:rsid w:val="00DE339C"/>
    <w:rsid w:val="00DE35DD"/>
    <w:rsid w:val="00DE3675"/>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17F67"/>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6C6D"/>
    <w:rsid w:val="00E47D2B"/>
    <w:rsid w:val="00E47F9C"/>
    <w:rsid w:val="00E540DC"/>
    <w:rsid w:val="00E55F31"/>
    <w:rsid w:val="00E56A06"/>
    <w:rsid w:val="00E57DF5"/>
    <w:rsid w:val="00E60C38"/>
    <w:rsid w:val="00E62CBA"/>
    <w:rsid w:val="00E62D70"/>
    <w:rsid w:val="00E644E1"/>
    <w:rsid w:val="00E64A70"/>
    <w:rsid w:val="00E651BF"/>
    <w:rsid w:val="00E6677F"/>
    <w:rsid w:val="00E673A4"/>
    <w:rsid w:val="00E723F5"/>
    <w:rsid w:val="00E7362E"/>
    <w:rsid w:val="00E742E0"/>
    <w:rsid w:val="00E7532E"/>
    <w:rsid w:val="00E75A6B"/>
    <w:rsid w:val="00E76265"/>
    <w:rsid w:val="00E77A1A"/>
    <w:rsid w:val="00E80BAF"/>
    <w:rsid w:val="00E80D39"/>
    <w:rsid w:val="00E829AB"/>
    <w:rsid w:val="00E82EFD"/>
    <w:rsid w:val="00E8556F"/>
    <w:rsid w:val="00E871F1"/>
    <w:rsid w:val="00E872A8"/>
    <w:rsid w:val="00E90284"/>
    <w:rsid w:val="00E925AF"/>
    <w:rsid w:val="00E92B63"/>
    <w:rsid w:val="00E93512"/>
    <w:rsid w:val="00E94445"/>
    <w:rsid w:val="00E94F11"/>
    <w:rsid w:val="00E951C6"/>
    <w:rsid w:val="00E96FB9"/>
    <w:rsid w:val="00E97432"/>
    <w:rsid w:val="00EA0F89"/>
    <w:rsid w:val="00EA2FD9"/>
    <w:rsid w:val="00EA34FC"/>
    <w:rsid w:val="00EA48E4"/>
    <w:rsid w:val="00EA6E66"/>
    <w:rsid w:val="00EB084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04C"/>
    <w:rsid w:val="00EE0B2B"/>
    <w:rsid w:val="00EE1D54"/>
    <w:rsid w:val="00EE25CC"/>
    <w:rsid w:val="00EE3706"/>
    <w:rsid w:val="00EE3D70"/>
    <w:rsid w:val="00EE4805"/>
    <w:rsid w:val="00EE55E9"/>
    <w:rsid w:val="00EF11F5"/>
    <w:rsid w:val="00EF2F77"/>
    <w:rsid w:val="00EF3428"/>
    <w:rsid w:val="00EF3A5E"/>
    <w:rsid w:val="00EF5CC0"/>
    <w:rsid w:val="00EF712C"/>
    <w:rsid w:val="00EF76F4"/>
    <w:rsid w:val="00F000F2"/>
    <w:rsid w:val="00F01F10"/>
    <w:rsid w:val="00F01FD3"/>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5C79"/>
    <w:rsid w:val="00F365AE"/>
    <w:rsid w:val="00F37253"/>
    <w:rsid w:val="00F37553"/>
    <w:rsid w:val="00F4204C"/>
    <w:rsid w:val="00F44393"/>
    <w:rsid w:val="00F446B6"/>
    <w:rsid w:val="00F472E8"/>
    <w:rsid w:val="00F47CD4"/>
    <w:rsid w:val="00F47E62"/>
    <w:rsid w:val="00F518ED"/>
    <w:rsid w:val="00F53EE8"/>
    <w:rsid w:val="00F540A6"/>
    <w:rsid w:val="00F54556"/>
    <w:rsid w:val="00F54F18"/>
    <w:rsid w:val="00F55413"/>
    <w:rsid w:val="00F55A77"/>
    <w:rsid w:val="00F55B83"/>
    <w:rsid w:val="00F635AD"/>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627C"/>
    <w:rsid w:val="00F87839"/>
    <w:rsid w:val="00F9308F"/>
    <w:rsid w:val="00F93CD0"/>
    <w:rsid w:val="00F940B6"/>
    <w:rsid w:val="00F94EF2"/>
    <w:rsid w:val="00F94FE9"/>
    <w:rsid w:val="00F95E30"/>
    <w:rsid w:val="00F9620B"/>
    <w:rsid w:val="00FA1A2D"/>
    <w:rsid w:val="00FA3756"/>
    <w:rsid w:val="00FA3BAA"/>
    <w:rsid w:val="00FA514F"/>
    <w:rsid w:val="00FA68C6"/>
    <w:rsid w:val="00FA6AC8"/>
    <w:rsid w:val="00FA7C50"/>
    <w:rsid w:val="00FB0A2F"/>
    <w:rsid w:val="00FB164C"/>
    <w:rsid w:val="00FB1997"/>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4C6D"/>
    <w:rsid w:val="00FE56EC"/>
    <w:rsid w:val="00FF1358"/>
    <w:rsid w:val="00FF4656"/>
    <w:rsid w:val="00FF5529"/>
    <w:rsid w:val="00FF6073"/>
    <w:rsid w:val="00FF60E3"/>
    <w:rsid w:val="00FF645B"/>
    <w:rsid w:val="00FF7ADB"/>
    <w:rsid w:val="01D346CE"/>
    <w:rsid w:val="02B28A03"/>
    <w:rsid w:val="036C6981"/>
    <w:rsid w:val="05643F33"/>
    <w:rsid w:val="0683CE5D"/>
    <w:rsid w:val="083B1FD9"/>
    <w:rsid w:val="09817820"/>
    <w:rsid w:val="0CCF2B95"/>
    <w:rsid w:val="0F45EEBF"/>
    <w:rsid w:val="0F5CC4A5"/>
    <w:rsid w:val="0F66836A"/>
    <w:rsid w:val="11149CBA"/>
    <w:rsid w:val="11415D2A"/>
    <w:rsid w:val="11892A17"/>
    <w:rsid w:val="118965E2"/>
    <w:rsid w:val="11DDA205"/>
    <w:rsid w:val="1292314A"/>
    <w:rsid w:val="1476503E"/>
    <w:rsid w:val="14F4A550"/>
    <w:rsid w:val="15021C8E"/>
    <w:rsid w:val="1567C574"/>
    <w:rsid w:val="15DDBE7C"/>
    <w:rsid w:val="15E1964D"/>
    <w:rsid w:val="160C6747"/>
    <w:rsid w:val="16B50672"/>
    <w:rsid w:val="187878EA"/>
    <w:rsid w:val="1ACC6965"/>
    <w:rsid w:val="1C9816B5"/>
    <w:rsid w:val="1DCC0B51"/>
    <w:rsid w:val="1E040A27"/>
    <w:rsid w:val="1E9EAADC"/>
    <w:rsid w:val="1F0E967A"/>
    <w:rsid w:val="200EE62F"/>
    <w:rsid w:val="2457A8AF"/>
    <w:rsid w:val="26F216E9"/>
    <w:rsid w:val="27D7601A"/>
    <w:rsid w:val="294EA689"/>
    <w:rsid w:val="295A5029"/>
    <w:rsid w:val="2A2F6972"/>
    <w:rsid w:val="2A5D5472"/>
    <w:rsid w:val="2B4C5C66"/>
    <w:rsid w:val="2B8A1C00"/>
    <w:rsid w:val="2BB34C8F"/>
    <w:rsid w:val="2D5604A9"/>
    <w:rsid w:val="2D9F2F20"/>
    <w:rsid w:val="2F0C9374"/>
    <w:rsid w:val="304A83D4"/>
    <w:rsid w:val="30DF8411"/>
    <w:rsid w:val="314751EF"/>
    <w:rsid w:val="3153DCD3"/>
    <w:rsid w:val="32204FD4"/>
    <w:rsid w:val="32E7607B"/>
    <w:rsid w:val="335F1D3E"/>
    <w:rsid w:val="34D7E6B8"/>
    <w:rsid w:val="34F4BC2A"/>
    <w:rsid w:val="37C02731"/>
    <w:rsid w:val="37D87D19"/>
    <w:rsid w:val="38723136"/>
    <w:rsid w:val="39C5B3A2"/>
    <w:rsid w:val="3AB5D040"/>
    <w:rsid w:val="3D447888"/>
    <w:rsid w:val="3F25936C"/>
    <w:rsid w:val="4009207A"/>
    <w:rsid w:val="40DA0154"/>
    <w:rsid w:val="421902D8"/>
    <w:rsid w:val="424A7A99"/>
    <w:rsid w:val="42A83458"/>
    <w:rsid w:val="42B45995"/>
    <w:rsid w:val="43D45E33"/>
    <w:rsid w:val="441590DC"/>
    <w:rsid w:val="46918930"/>
    <w:rsid w:val="471DEBBC"/>
    <w:rsid w:val="472DA5A3"/>
    <w:rsid w:val="498A9DAC"/>
    <w:rsid w:val="4A703DC8"/>
    <w:rsid w:val="4C238C65"/>
    <w:rsid w:val="4D7FC15D"/>
    <w:rsid w:val="4F5B7270"/>
    <w:rsid w:val="527B457E"/>
    <w:rsid w:val="52D0ABA3"/>
    <w:rsid w:val="52D7245C"/>
    <w:rsid w:val="539DE1FB"/>
    <w:rsid w:val="53C56C7F"/>
    <w:rsid w:val="549A5E30"/>
    <w:rsid w:val="55B92036"/>
    <w:rsid w:val="57FD1878"/>
    <w:rsid w:val="58ED6397"/>
    <w:rsid w:val="5A7C719F"/>
    <w:rsid w:val="5ACE4D49"/>
    <w:rsid w:val="5BE37180"/>
    <w:rsid w:val="5C268C5B"/>
    <w:rsid w:val="600D00FC"/>
    <w:rsid w:val="60B329D4"/>
    <w:rsid w:val="62862197"/>
    <w:rsid w:val="62B3DA3C"/>
    <w:rsid w:val="645EF9D3"/>
    <w:rsid w:val="668000E0"/>
    <w:rsid w:val="68326B78"/>
    <w:rsid w:val="683F7501"/>
    <w:rsid w:val="68EA75D7"/>
    <w:rsid w:val="69B8D9EB"/>
    <w:rsid w:val="69C616E9"/>
    <w:rsid w:val="6B242C47"/>
    <w:rsid w:val="6BB044B8"/>
    <w:rsid w:val="6C374333"/>
    <w:rsid w:val="6C6454A6"/>
    <w:rsid w:val="6D988D68"/>
    <w:rsid w:val="6E7CB156"/>
    <w:rsid w:val="6ED7D3CA"/>
    <w:rsid w:val="7145922A"/>
    <w:rsid w:val="73810EDC"/>
    <w:rsid w:val="73B3F61A"/>
    <w:rsid w:val="75D1DDD9"/>
    <w:rsid w:val="761C165A"/>
    <w:rsid w:val="777F4AFC"/>
    <w:rsid w:val="77AD8B5D"/>
    <w:rsid w:val="781DA21D"/>
    <w:rsid w:val="78FFCDF3"/>
    <w:rsid w:val="7970C930"/>
    <w:rsid w:val="79BE7C91"/>
    <w:rsid w:val="7B36003F"/>
    <w:rsid w:val="7B70FE70"/>
    <w:rsid w:val="7B7CD4FD"/>
    <w:rsid w:val="7D5996D8"/>
    <w:rsid w:val="7DAE5957"/>
    <w:rsid w:val="7E3D660F"/>
    <w:rsid w:val="7E681E55"/>
    <w:rsid w:val="7E98F85D"/>
    <w:rsid w:val="7F374E7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F60A22"/>
  <w15:docId w15:val="{B74D39C2-F931-46AC-9BCB-E5E59A4C9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unhideWhenUsed/>
    <w:rsid w:val="00C574CE"/>
    <w:rPr>
      <w:sz w:val="20"/>
      <w:szCs w:val="20"/>
    </w:rPr>
  </w:style>
  <w:style w:type="character" w:customStyle="1" w:styleId="KommentartextZchn">
    <w:name w:val="Kommentartext Zchn"/>
    <w:basedOn w:val="Absatz-Standardschriftart"/>
    <w:link w:val="Kommentartext"/>
    <w:uiPriority w:val="99"/>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customStyle="1" w:styleId="paragraph">
    <w:name w:val="paragraph"/>
    <w:basedOn w:val="Standard"/>
    <w:rsid w:val="005B20B4"/>
    <w:pPr>
      <w:spacing w:before="100" w:beforeAutospacing="1" w:after="100" w:afterAutospacing="1"/>
    </w:pPr>
    <w:rPr>
      <w:lang w:val="de-DE" w:eastAsia="de-DE"/>
    </w:rPr>
  </w:style>
  <w:style w:type="character" w:customStyle="1" w:styleId="normaltextrun">
    <w:name w:val="normaltextrun"/>
    <w:basedOn w:val="Absatz-Standardschriftart"/>
    <w:rsid w:val="005B20B4"/>
  </w:style>
  <w:style w:type="character" w:customStyle="1" w:styleId="eop">
    <w:name w:val="eop"/>
    <w:basedOn w:val="Absatz-Standardschriftart"/>
    <w:rsid w:val="005B20B4"/>
  </w:style>
  <w:style w:type="character" w:customStyle="1" w:styleId="scxw54580859">
    <w:name w:val="scxw54580859"/>
    <w:basedOn w:val="Absatz-Standardschriftart"/>
    <w:rsid w:val="005B20B4"/>
  </w:style>
  <w:style w:type="character" w:customStyle="1" w:styleId="ui-provider">
    <w:name w:val="ui-provider"/>
    <w:basedOn w:val="Absatz-Standardschriftart"/>
    <w:rsid w:val="006A2394"/>
  </w:style>
  <w:style w:type="paragraph" w:styleId="StandardWeb">
    <w:name w:val="Normal (Web)"/>
    <w:basedOn w:val="Standard"/>
    <w:uiPriority w:val="99"/>
    <w:semiHidden/>
    <w:unhideWhenUsed/>
    <w:rsid w:val="008F5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4030288">
      <w:bodyDiv w:val="1"/>
      <w:marLeft w:val="0"/>
      <w:marRight w:val="0"/>
      <w:marTop w:val="0"/>
      <w:marBottom w:val="0"/>
      <w:divBdr>
        <w:top w:val="none" w:sz="0" w:space="0" w:color="auto"/>
        <w:left w:val="none" w:sz="0" w:space="0" w:color="auto"/>
        <w:bottom w:val="none" w:sz="0" w:space="0" w:color="auto"/>
        <w:right w:val="none" w:sz="0" w:space="0" w:color="auto"/>
      </w:divBdr>
      <w:divsChild>
        <w:div w:id="98452831">
          <w:marLeft w:val="0"/>
          <w:marRight w:val="0"/>
          <w:marTop w:val="0"/>
          <w:marBottom w:val="0"/>
          <w:divBdr>
            <w:top w:val="none" w:sz="0" w:space="0" w:color="auto"/>
            <w:left w:val="none" w:sz="0" w:space="0" w:color="auto"/>
            <w:bottom w:val="none" w:sz="0" w:space="0" w:color="auto"/>
            <w:right w:val="none" w:sz="0" w:space="0" w:color="auto"/>
          </w:divBdr>
        </w:div>
        <w:div w:id="178085037">
          <w:marLeft w:val="0"/>
          <w:marRight w:val="0"/>
          <w:marTop w:val="0"/>
          <w:marBottom w:val="0"/>
          <w:divBdr>
            <w:top w:val="none" w:sz="0" w:space="0" w:color="auto"/>
            <w:left w:val="none" w:sz="0" w:space="0" w:color="auto"/>
            <w:bottom w:val="none" w:sz="0" w:space="0" w:color="auto"/>
            <w:right w:val="none" w:sz="0" w:space="0" w:color="auto"/>
          </w:divBdr>
        </w:div>
        <w:div w:id="366105442">
          <w:marLeft w:val="0"/>
          <w:marRight w:val="0"/>
          <w:marTop w:val="0"/>
          <w:marBottom w:val="0"/>
          <w:divBdr>
            <w:top w:val="none" w:sz="0" w:space="0" w:color="auto"/>
            <w:left w:val="none" w:sz="0" w:space="0" w:color="auto"/>
            <w:bottom w:val="none" w:sz="0" w:space="0" w:color="auto"/>
            <w:right w:val="none" w:sz="0" w:space="0" w:color="auto"/>
          </w:divBdr>
        </w:div>
        <w:div w:id="531236064">
          <w:marLeft w:val="0"/>
          <w:marRight w:val="0"/>
          <w:marTop w:val="0"/>
          <w:marBottom w:val="0"/>
          <w:divBdr>
            <w:top w:val="none" w:sz="0" w:space="0" w:color="auto"/>
            <w:left w:val="none" w:sz="0" w:space="0" w:color="auto"/>
            <w:bottom w:val="none" w:sz="0" w:space="0" w:color="auto"/>
            <w:right w:val="none" w:sz="0" w:space="0" w:color="auto"/>
          </w:divBdr>
        </w:div>
        <w:div w:id="586115381">
          <w:marLeft w:val="0"/>
          <w:marRight w:val="0"/>
          <w:marTop w:val="0"/>
          <w:marBottom w:val="0"/>
          <w:divBdr>
            <w:top w:val="none" w:sz="0" w:space="0" w:color="auto"/>
            <w:left w:val="none" w:sz="0" w:space="0" w:color="auto"/>
            <w:bottom w:val="none" w:sz="0" w:space="0" w:color="auto"/>
            <w:right w:val="none" w:sz="0" w:space="0" w:color="auto"/>
          </w:divBdr>
        </w:div>
        <w:div w:id="659311142">
          <w:marLeft w:val="0"/>
          <w:marRight w:val="0"/>
          <w:marTop w:val="0"/>
          <w:marBottom w:val="0"/>
          <w:divBdr>
            <w:top w:val="none" w:sz="0" w:space="0" w:color="auto"/>
            <w:left w:val="none" w:sz="0" w:space="0" w:color="auto"/>
            <w:bottom w:val="none" w:sz="0" w:space="0" w:color="auto"/>
            <w:right w:val="none" w:sz="0" w:space="0" w:color="auto"/>
          </w:divBdr>
        </w:div>
        <w:div w:id="764573515">
          <w:marLeft w:val="0"/>
          <w:marRight w:val="0"/>
          <w:marTop w:val="0"/>
          <w:marBottom w:val="0"/>
          <w:divBdr>
            <w:top w:val="none" w:sz="0" w:space="0" w:color="auto"/>
            <w:left w:val="none" w:sz="0" w:space="0" w:color="auto"/>
            <w:bottom w:val="none" w:sz="0" w:space="0" w:color="auto"/>
            <w:right w:val="none" w:sz="0" w:space="0" w:color="auto"/>
          </w:divBdr>
        </w:div>
        <w:div w:id="1174733758">
          <w:marLeft w:val="0"/>
          <w:marRight w:val="0"/>
          <w:marTop w:val="0"/>
          <w:marBottom w:val="0"/>
          <w:divBdr>
            <w:top w:val="none" w:sz="0" w:space="0" w:color="auto"/>
            <w:left w:val="none" w:sz="0" w:space="0" w:color="auto"/>
            <w:bottom w:val="none" w:sz="0" w:space="0" w:color="auto"/>
            <w:right w:val="none" w:sz="0" w:space="0" w:color="auto"/>
          </w:divBdr>
        </w:div>
        <w:div w:id="1316838968">
          <w:marLeft w:val="0"/>
          <w:marRight w:val="0"/>
          <w:marTop w:val="0"/>
          <w:marBottom w:val="0"/>
          <w:divBdr>
            <w:top w:val="none" w:sz="0" w:space="0" w:color="auto"/>
            <w:left w:val="none" w:sz="0" w:space="0" w:color="auto"/>
            <w:bottom w:val="none" w:sz="0" w:space="0" w:color="auto"/>
            <w:right w:val="none" w:sz="0" w:space="0" w:color="auto"/>
          </w:divBdr>
        </w:div>
        <w:div w:id="1659770876">
          <w:marLeft w:val="0"/>
          <w:marRight w:val="0"/>
          <w:marTop w:val="0"/>
          <w:marBottom w:val="0"/>
          <w:divBdr>
            <w:top w:val="none" w:sz="0" w:space="0" w:color="auto"/>
            <w:left w:val="none" w:sz="0" w:space="0" w:color="auto"/>
            <w:bottom w:val="none" w:sz="0" w:space="0" w:color="auto"/>
            <w:right w:val="none" w:sz="0" w:space="0" w:color="auto"/>
          </w:divBdr>
        </w:div>
        <w:div w:id="1821381939">
          <w:marLeft w:val="0"/>
          <w:marRight w:val="0"/>
          <w:marTop w:val="0"/>
          <w:marBottom w:val="0"/>
          <w:divBdr>
            <w:top w:val="none" w:sz="0" w:space="0" w:color="auto"/>
            <w:left w:val="none" w:sz="0" w:space="0" w:color="auto"/>
            <w:bottom w:val="none" w:sz="0" w:space="0" w:color="auto"/>
            <w:right w:val="none" w:sz="0" w:space="0" w:color="auto"/>
          </w:divBdr>
        </w:div>
        <w:div w:id="2107532809">
          <w:marLeft w:val="0"/>
          <w:marRight w:val="0"/>
          <w:marTop w:val="0"/>
          <w:marBottom w:val="0"/>
          <w:divBdr>
            <w:top w:val="none" w:sz="0" w:space="0" w:color="auto"/>
            <w:left w:val="none" w:sz="0" w:space="0" w:color="auto"/>
            <w:bottom w:val="none" w:sz="0" w:space="0" w:color="auto"/>
            <w:right w:val="none" w:sz="0" w:space="0" w:color="auto"/>
          </w:divBdr>
        </w:div>
      </w:divsChild>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499585268">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574322192">
      <w:bodyDiv w:val="1"/>
      <w:marLeft w:val="0"/>
      <w:marRight w:val="0"/>
      <w:marTop w:val="0"/>
      <w:marBottom w:val="0"/>
      <w:divBdr>
        <w:top w:val="none" w:sz="0" w:space="0" w:color="auto"/>
        <w:left w:val="none" w:sz="0" w:space="0" w:color="auto"/>
        <w:bottom w:val="none" w:sz="0" w:space="0" w:color="auto"/>
        <w:right w:val="none" w:sz="0" w:space="0" w:color="auto"/>
      </w:divBdr>
      <w:divsChild>
        <w:div w:id="381028678">
          <w:marLeft w:val="0"/>
          <w:marRight w:val="0"/>
          <w:marTop w:val="0"/>
          <w:marBottom w:val="0"/>
          <w:divBdr>
            <w:top w:val="none" w:sz="0" w:space="0" w:color="auto"/>
            <w:left w:val="none" w:sz="0" w:space="0" w:color="auto"/>
            <w:bottom w:val="none" w:sz="0" w:space="0" w:color="auto"/>
            <w:right w:val="none" w:sz="0" w:space="0" w:color="auto"/>
          </w:divBdr>
        </w:div>
        <w:div w:id="386611461">
          <w:marLeft w:val="0"/>
          <w:marRight w:val="0"/>
          <w:marTop w:val="0"/>
          <w:marBottom w:val="0"/>
          <w:divBdr>
            <w:top w:val="none" w:sz="0" w:space="0" w:color="auto"/>
            <w:left w:val="none" w:sz="0" w:space="0" w:color="auto"/>
            <w:bottom w:val="none" w:sz="0" w:space="0" w:color="auto"/>
            <w:right w:val="none" w:sz="0" w:space="0" w:color="auto"/>
          </w:divBdr>
        </w:div>
        <w:div w:id="645428064">
          <w:marLeft w:val="0"/>
          <w:marRight w:val="0"/>
          <w:marTop w:val="0"/>
          <w:marBottom w:val="0"/>
          <w:divBdr>
            <w:top w:val="none" w:sz="0" w:space="0" w:color="auto"/>
            <w:left w:val="none" w:sz="0" w:space="0" w:color="auto"/>
            <w:bottom w:val="none" w:sz="0" w:space="0" w:color="auto"/>
            <w:right w:val="none" w:sz="0" w:space="0" w:color="auto"/>
          </w:divBdr>
        </w:div>
        <w:div w:id="677268040">
          <w:marLeft w:val="0"/>
          <w:marRight w:val="0"/>
          <w:marTop w:val="0"/>
          <w:marBottom w:val="0"/>
          <w:divBdr>
            <w:top w:val="none" w:sz="0" w:space="0" w:color="auto"/>
            <w:left w:val="none" w:sz="0" w:space="0" w:color="auto"/>
            <w:bottom w:val="none" w:sz="0" w:space="0" w:color="auto"/>
            <w:right w:val="none" w:sz="0" w:space="0" w:color="auto"/>
          </w:divBdr>
        </w:div>
        <w:div w:id="1308048421">
          <w:marLeft w:val="0"/>
          <w:marRight w:val="0"/>
          <w:marTop w:val="0"/>
          <w:marBottom w:val="0"/>
          <w:divBdr>
            <w:top w:val="none" w:sz="0" w:space="0" w:color="auto"/>
            <w:left w:val="none" w:sz="0" w:space="0" w:color="auto"/>
            <w:bottom w:val="none" w:sz="0" w:space="0" w:color="auto"/>
            <w:right w:val="none" w:sz="0" w:space="0" w:color="auto"/>
          </w:divBdr>
        </w:div>
        <w:div w:id="1422867955">
          <w:marLeft w:val="0"/>
          <w:marRight w:val="0"/>
          <w:marTop w:val="0"/>
          <w:marBottom w:val="0"/>
          <w:divBdr>
            <w:top w:val="none" w:sz="0" w:space="0" w:color="auto"/>
            <w:left w:val="none" w:sz="0" w:space="0" w:color="auto"/>
            <w:bottom w:val="none" w:sz="0" w:space="0" w:color="auto"/>
            <w:right w:val="none" w:sz="0" w:space="0" w:color="auto"/>
          </w:divBdr>
        </w:div>
        <w:div w:id="1503742804">
          <w:marLeft w:val="0"/>
          <w:marRight w:val="0"/>
          <w:marTop w:val="0"/>
          <w:marBottom w:val="0"/>
          <w:divBdr>
            <w:top w:val="none" w:sz="0" w:space="0" w:color="auto"/>
            <w:left w:val="none" w:sz="0" w:space="0" w:color="auto"/>
            <w:bottom w:val="none" w:sz="0" w:space="0" w:color="auto"/>
            <w:right w:val="none" w:sz="0" w:space="0" w:color="auto"/>
          </w:divBdr>
        </w:div>
        <w:div w:id="1538465821">
          <w:marLeft w:val="0"/>
          <w:marRight w:val="0"/>
          <w:marTop w:val="0"/>
          <w:marBottom w:val="0"/>
          <w:divBdr>
            <w:top w:val="none" w:sz="0" w:space="0" w:color="auto"/>
            <w:left w:val="none" w:sz="0" w:space="0" w:color="auto"/>
            <w:bottom w:val="none" w:sz="0" w:space="0" w:color="auto"/>
            <w:right w:val="none" w:sz="0" w:space="0" w:color="auto"/>
          </w:divBdr>
        </w:div>
        <w:div w:id="1648585545">
          <w:marLeft w:val="0"/>
          <w:marRight w:val="0"/>
          <w:marTop w:val="0"/>
          <w:marBottom w:val="0"/>
          <w:divBdr>
            <w:top w:val="none" w:sz="0" w:space="0" w:color="auto"/>
            <w:left w:val="none" w:sz="0" w:space="0" w:color="auto"/>
            <w:bottom w:val="none" w:sz="0" w:space="0" w:color="auto"/>
            <w:right w:val="none" w:sz="0" w:space="0" w:color="auto"/>
          </w:divBdr>
        </w:div>
        <w:div w:id="1660235431">
          <w:marLeft w:val="0"/>
          <w:marRight w:val="0"/>
          <w:marTop w:val="0"/>
          <w:marBottom w:val="0"/>
          <w:divBdr>
            <w:top w:val="none" w:sz="0" w:space="0" w:color="auto"/>
            <w:left w:val="none" w:sz="0" w:space="0" w:color="auto"/>
            <w:bottom w:val="none" w:sz="0" w:space="0" w:color="auto"/>
            <w:right w:val="none" w:sz="0" w:space="0" w:color="auto"/>
          </w:divBdr>
        </w:div>
        <w:div w:id="1678919132">
          <w:marLeft w:val="0"/>
          <w:marRight w:val="0"/>
          <w:marTop w:val="0"/>
          <w:marBottom w:val="0"/>
          <w:divBdr>
            <w:top w:val="none" w:sz="0" w:space="0" w:color="auto"/>
            <w:left w:val="none" w:sz="0" w:space="0" w:color="auto"/>
            <w:bottom w:val="none" w:sz="0" w:space="0" w:color="auto"/>
            <w:right w:val="none" w:sz="0" w:space="0" w:color="auto"/>
          </w:divBdr>
        </w:div>
        <w:div w:id="1982032614">
          <w:marLeft w:val="0"/>
          <w:marRight w:val="0"/>
          <w:marTop w:val="0"/>
          <w:marBottom w:val="0"/>
          <w:divBdr>
            <w:top w:val="none" w:sz="0" w:space="0" w:color="auto"/>
            <w:left w:val="none" w:sz="0" w:space="0" w:color="auto"/>
            <w:bottom w:val="none" w:sz="0" w:space="0" w:color="auto"/>
            <w:right w:val="none" w:sz="0" w:space="0" w:color="auto"/>
          </w:divBdr>
        </w:div>
      </w:divsChild>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21756178">
      <w:bodyDiv w:val="1"/>
      <w:marLeft w:val="0"/>
      <w:marRight w:val="0"/>
      <w:marTop w:val="0"/>
      <w:marBottom w:val="0"/>
      <w:divBdr>
        <w:top w:val="none" w:sz="0" w:space="0" w:color="auto"/>
        <w:left w:val="none" w:sz="0" w:space="0" w:color="auto"/>
        <w:bottom w:val="none" w:sz="0" w:space="0" w:color="auto"/>
        <w:right w:val="none" w:sz="0" w:space="0" w:color="auto"/>
      </w:divBdr>
      <w:divsChild>
        <w:div w:id="1398630251">
          <w:marLeft w:val="0"/>
          <w:marRight w:val="0"/>
          <w:marTop w:val="0"/>
          <w:marBottom w:val="0"/>
          <w:divBdr>
            <w:top w:val="none" w:sz="0" w:space="0" w:color="auto"/>
            <w:left w:val="none" w:sz="0" w:space="0" w:color="auto"/>
            <w:bottom w:val="none" w:sz="0" w:space="0" w:color="auto"/>
            <w:right w:val="none" w:sz="0" w:space="0" w:color="auto"/>
          </w:divBdr>
        </w:div>
        <w:div w:id="1403336713">
          <w:marLeft w:val="0"/>
          <w:marRight w:val="0"/>
          <w:marTop w:val="0"/>
          <w:marBottom w:val="0"/>
          <w:divBdr>
            <w:top w:val="none" w:sz="0" w:space="0" w:color="auto"/>
            <w:left w:val="none" w:sz="0" w:space="0" w:color="auto"/>
            <w:bottom w:val="none" w:sz="0" w:space="0" w:color="auto"/>
            <w:right w:val="none" w:sz="0" w:space="0" w:color="auto"/>
          </w:divBdr>
        </w:div>
      </w:divsChild>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07501789">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08212018">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537885874">
          <w:marLeft w:val="0"/>
          <w:marRight w:val="0"/>
          <w:marTop w:val="0"/>
          <w:marBottom w:val="0"/>
          <w:divBdr>
            <w:top w:val="none" w:sz="0" w:space="0" w:color="auto"/>
            <w:left w:val="none" w:sz="0" w:space="0" w:color="auto"/>
            <w:bottom w:val="none" w:sz="0" w:space="0" w:color="auto"/>
            <w:right w:val="none" w:sz="0" w:space="0" w:color="auto"/>
          </w:divBdr>
          <w:divsChild>
            <w:div w:id="1734501145">
              <w:marLeft w:val="0"/>
              <w:marRight w:val="0"/>
              <w:marTop w:val="0"/>
              <w:marBottom w:val="0"/>
              <w:divBdr>
                <w:top w:val="none" w:sz="0" w:space="0" w:color="auto"/>
                <w:left w:val="none" w:sz="0" w:space="0" w:color="auto"/>
                <w:bottom w:val="none" w:sz="0" w:space="0" w:color="auto"/>
                <w:right w:val="none" w:sz="0" w:space="0" w:color="auto"/>
              </w:divBdr>
              <w:divsChild>
                <w:div w:id="471413800">
                  <w:marLeft w:val="0"/>
                  <w:marRight w:val="0"/>
                  <w:marTop w:val="0"/>
                  <w:marBottom w:val="0"/>
                  <w:divBdr>
                    <w:top w:val="none" w:sz="0" w:space="0" w:color="auto"/>
                    <w:left w:val="none" w:sz="0" w:space="0" w:color="auto"/>
                    <w:bottom w:val="none" w:sz="0" w:space="0" w:color="auto"/>
                    <w:right w:val="none" w:sz="0" w:space="0" w:color="auto"/>
                  </w:divBdr>
                  <w:divsChild>
                    <w:div w:id="1663467176">
                      <w:marLeft w:val="0"/>
                      <w:marRight w:val="0"/>
                      <w:marTop w:val="0"/>
                      <w:marBottom w:val="0"/>
                      <w:divBdr>
                        <w:top w:val="none" w:sz="0" w:space="0" w:color="auto"/>
                        <w:left w:val="none" w:sz="0" w:space="0" w:color="auto"/>
                        <w:bottom w:val="none" w:sz="0" w:space="0" w:color="auto"/>
                        <w:right w:val="none" w:sz="0" w:space="0" w:color="auto"/>
                      </w:divBdr>
                      <w:divsChild>
                        <w:div w:id="2139763111">
                          <w:marLeft w:val="0"/>
                          <w:marRight w:val="0"/>
                          <w:marTop w:val="0"/>
                          <w:marBottom w:val="0"/>
                          <w:divBdr>
                            <w:top w:val="none" w:sz="0" w:space="0" w:color="auto"/>
                            <w:left w:val="none" w:sz="0" w:space="0" w:color="auto"/>
                            <w:bottom w:val="none" w:sz="0" w:space="0" w:color="auto"/>
                            <w:right w:val="none" w:sz="0" w:space="0" w:color="auto"/>
                          </w:divBdr>
                          <w:divsChild>
                            <w:div w:id="172185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47686906">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34312151">
      <w:bodyDiv w:val="1"/>
      <w:marLeft w:val="0"/>
      <w:marRight w:val="0"/>
      <w:marTop w:val="0"/>
      <w:marBottom w:val="0"/>
      <w:divBdr>
        <w:top w:val="none" w:sz="0" w:space="0" w:color="auto"/>
        <w:left w:val="none" w:sz="0" w:space="0" w:color="auto"/>
        <w:bottom w:val="none" w:sz="0" w:space="0" w:color="auto"/>
        <w:right w:val="none" w:sz="0" w:space="0" w:color="auto"/>
      </w:divBdr>
      <w:divsChild>
        <w:div w:id="1413039178">
          <w:marLeft w:val="0"/>
          <w:marRight w:val="0"/>
          <w:marTop w:val="0"/>
          <w:marBottom w:val="0"/>
          <w:divBdr>
            <w:top w:val="none" w:sz="0" w:space="0" w:color="auto"/>
            <w:left w:val="none" w:sz="0" w:space="0" w:color="auto"/>
            <w:bottom w:val="none" w:sz="0" w:space="0" w:color="auto"/>
            <w:right w:val="none" w:sz="0" w:space="0" w:color="auto"/>
          </w:divBdr>
          <w:divsChild>
            <w:div w:id="1227304221">
              <w:marLeft w:val="0"/>
              <w:marRight w:val="0"/>
              <w:marTop w:val="0"/>
              <w:marBottom w:val="0"/>
              <w:divBdr>
                <w:top w:val="none" w:sz="0" w:space="0" w:color="auto"/>
                <w:left w:val="none" w:sz="0" w:space="0" w:color="auto"/>
                <w:bottom w:val="none" w:sz="0" w:space="0" w:color="auto"/>
                <w:right w:val="none" w:sz="0" w:space="0" w:color="auto"/>
              </w:divBdr>
              <w:divsChild>
                <w:div w:id="1126120884">
                  <w:marLeft w:val="0"/>
                  <w:marRight w:val="0"/>
                  <w:marTop w:val="0"/>
                  <w:marBottom w:val="0"/>
                  <w:divBdr>
                    <w:top w:val="none" w:sz="0" w:space="0" w:color="auto"/>
                    <w:left w:val="none" w:sz="0" w:space="0" w:color="auto"/>
                    <w:bottom w:val="none" w:sz="0" w:space="0" w:color="auto"/>
                    <w:right w:val="none" w:sz="0" w:space="0" w:color="auto"/>
                  </w:divBdr>
                  <w:divsChild>
                    <w:div w:id="1956713425">
                      <w:marLeft w:val="0"/>
                      <w:marRight w:val="0"/>
                      <w:marTop w:val="0"/>
                      <w:marBottom w:val="0"/>
                      <w:divBdr>
                        <w:top w:val="none" w:sz="0" w:space="0" w:color="auto"/>
                        <w:left w:val="none" w:sz="0" w:space="0" w:color="auto"/>
                        <w:bottom w:val="none" w:sz="0" w:space="0" w:color="auto"/>
                        <w:right w:val="none" w:sz="0" w:space="0" w:color="auto"/>
                      </w:divBdr>
                      <w:divsChild>
                        <w:div w:id="1871917449">
                          <w:marLeft w:val="0"/>
                          <w:marRight w:val="0"/>
                          <w:marTop w:val="0"/>
                          <w:marBottom w:val="0"/>
                          <w:divBdr>
                            <w:top w:val="none" w:sz="0" w:space="0" w:color="auto"/>
                            <w:left w:val="none" w:sz="0" w:space="0" w:color="auto"/>
                            <w:bottom w:val="none" w:sz="0" w:space="0" w:color="auto"/>
                            <w:right w:val="none" w:sz="0" w:space="0" w:color="auto"/>
                          </w:divBdr>
                          <w:divsChild>
                            <w:div w:id="6834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 w:id="2098938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s://bsky.app/profile/riedel-net.bsky.social" TargetMode="External"/><Relationship Id="rId3" Type="http://schemas.openxmlformats.org/officeDocument/2006/relationships/customXml" Target="../customXml/item3.xml"/><Relationship Id="rId21" Type="http://schemas.openxmlformats.org/officeDocument/2006/relationships/hyperlink" Target="http://www.riedel.net/" TargetMode="External"/><Relationship Id="rId7" Type="http://schemas.openxmlformats.org/officeDocument/2006/relationships/webSettings" Target="webSettings.xml"/><Relationship Id="rId12" Type="http://schemas.openxmlformats.org/officeDocument/2006/relationships/hyperlink" Target="https://www.linkedin.com/company/549773/"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www.instagram.com/riedelcommunications/" TargetMode="External"/><Relationship Id="rId20" Type="http://schemas.openxmlformats.org/officeDocument/2006/relationships/hyperlink" Target="mailto:press@riedel.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user/riedelcommunication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buelhoff/Downloads/Template%20PR%20DE.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0f61358-374f-4c00-a747-1e432415ae23">
      <Terms xmlns="http://schemas.microsoft.com/office/infopath/2007/PartnerControls"/>
    </lcf76f155ced4ddcb4097134ff3c332f>
    <PainPoints xmlns="c0f61358-374f-4c00-a747-1e432415ae23" xsi:nil="true"/>
    <TaxCatchAll xmlns="ad7ef771-537d-4414-bc35-0554172ffc6c" xsi:nil="true"/>
    <Persona xmlns="c0f61358-374f-4c00-a747-1e432415ae23" xsi:nil="true"/>
    <CustomerJourney xmlns="c0f61358-374f-4c00-a747-1e432415ae2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6C9A1D1AB739944AC25CEAD4DFAFE49" ma:contentTypeVersion="22" ma:contentTypeDescription="Ein neues Dokument erstellen." ma:contentTypeScope="" ma:versionID="b46154767e1e4210001c0392f45dc720">
  <xsd:schema xmlns:xsd="http://www.w3.org/2001/XMLSchema" xmlns:xs="http://www.w3.org/2001/XMLSchema" xmlns:p="http://schemas.microsoft.com/office/2006/metadata/properties" xmlns:ns2="c0f61358-374f-4c00-a747-1e432415ae23" xmlns:ns3="ad7ef771-537d-4414-bc35-0554172ffc6c" targetNamespace="http://schemas.microsoft.com/office/2006/metadata/properties" ma:root="true" ma:fieldsID="d722322ab9c44e5e6d8acbf170e6b6d6" ns2:_="" ns3:_="">
    <xsd:import namespace="c0f61358-374f-4c00-a747-1e432415ae23"/>
    <xsd:import namespace="ad7ef771-537d-4414-bc35-0554172ffc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Persona" minOccurs="0"/>
                <xsd:element ref="ns2:CustomerJourney" minOccurs="0"/>
                <xsd:element ref="ns2:PainPoint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61358-374f-4c00-a747-1e432415a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48422e87-cc5e-459f-a86c-4abb1dbf1ff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ersona" ma:index="25" nillable="true" ma:displayName="Persona" ma:format="Dropdown" ma:internalName="Persona">
      <xsd:simpleType>
        <xsd:restriction base="dms:Choice">
          <xsd:enumeration value="Persona 1 | Sarah"/>
        </xsd:restriction>
      </xsd:simpleType>
    </xsd:element>
    <xsd:element name="CustomerJourney" ma:index="26" nillable="true" ma:displayName="Customer Journey" ma:format="Dropdown" ma:internalName="CustomerJourney">
      <xsd:simpleType>
        <xsd:restriction base="dms:Choice">
          <xsd:enumeration value="Awareness"/>
          <xsd:enumeration value="Education"/>
          <xsd:enumeration value="Selection"/>
          <xsd:enumeration value="Onboarding"/>
          <xsd:enumeration value="Impact"/>
          <xsd:enumeration value="Growth"/>
        </xsd:restriction>
      </xsd:simpleType>
    </xsd:element>
    <xsd:element name="PainPoints" ma:index="27" nillable="true" ma:displayName="Pain Points" ma:format="Dropdown" ma:internalName="PainPoints">
      <xsd:simpleType>
        <xsd:restriction base="dms:Choice">
          <xsd:enumeration value="Auswahl 1"/>
          <xsd:enumeration value="Auswahl 2"/>
          <xsd:enumeration value="Auswahl 3"/>
        </xsd:restriction>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7ef771-537d-4414-bc35-0554172ffc6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7c15d32b-b5d7-4016-bb11-506307931013}" ma:internalName="TaxCatchAll" ma:showField="CatchAllData" ma:web="ad7ef771-537d-4414-bc35-0554172ffc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431F82-C6D9-4432-A1FD-2A7298025C3A}">
  <ds:schemaRefs>
    <ds:schemaRef ds:uri="http://schemas.microsoft.com/office/2006/metadata/properties"/>
    <ds:schemaRef ds:uri="http://schemas.microsoft.com/office/infopath/2007/PartnerControls"/>
    <ds:schemaRef ds:uri="c0f61358-374f-4c00-a747-1e432415ae23"/>
    <ds:schemaRef ds:uri="ad7ef771-537d-4414-bc35-0554172ffc6c"/>
  </ds:schemaRefs>
</ds:datastoreItem>
</file>

<file path=customXml/itemProps2.xml><?xml version="1.0" encoding="utf-8"?>
<ds:datastoreItem xmlns:ds="http://schemas.openxmlformats.org/officeDocument/2006/customXml" ds:itemID="{06B1632D-B8D5-4996-A75B-218A7699A264}">
  <ds:schemaRefs>
    <ds:schemaRef ds:uri="http://schemas.microsoft.com/sharepoint/v3/contenttype/forms"/>
  </ds:schemaRefs>
</ds:datastoreItem>
</file>

<file path=customXml/itemProps3.xml><?xml version="1.0" encoding="utf-8"?>
<ds:datastoreItem xmlns:ds="http://schemas.openxmlformats.org/officeDocument/2006/customXml" ds:itemID="{091C0DF5-86D9-4B45-8F29-F349E289DD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61358-374f-4c00-a747-1e432415ae23"/>
    <ds:schemaRef ds:uri="ad7ef771-537d-4414-bc35-0554172ff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 DE.dotx</Template>
  <TotalTime>0</TotalTime>
  <Pages>3</Pages>
  <Words>710</Words>
  <Characters>4460</Characters>
  <Application>Microsoft Office Word</Application>
  <DocSecurity>0</DocSecurity>
  <Lines>79</Lines>
  <Paragraphs>17</Paragraphs>
  <ScaleCrop>false</ScaleCrop>
  <Company>Riedel Communications</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Julian Bülhoff (Riedel)</cp:lastModifiedBy>
  <cp:revision>3</cp:revision>
  <cp:lastPrinted>2018-03-13T15:49:00Z</cp:lastPrinted>
  <dcterms:created xsi:type="dcterms:W3CDTF">2026-01-29T14:50:00Z</dcterms:created>
  <dcterms:modified xsi:type="dcterms:W3CDTF">2026-01-29T14:50:00Z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0x010100E6C9A1D1AB739944AC25CEAD4DFAFE49</vt:lpwstr>
  </property>
  <property fmtid="{D5CDD505-2E9C-101B-9397-08002B2CF9AE}" pid="3" name="MediaServiceImageTags">
    <vt:lpwstr/>
  </property>
</Properties>
</file>